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7D77A" w14:textId="2A99B1BD" w:rsidR="00B01F4B" w:rsidRPr="00283663" w:rsidRDefault="00957E31" w:rsidP="00D47CD7">
      <w:pPr>
        <w:spacing w:line="240" w:lineRule="exact"/>
        <w:ind w:right="2556"/>
        <w:rPr>
          <w:rFonts w:ascii="Arial" w:hAnsi="Arial" w:cs="Arial"/>
          <w:b/>
          <w:noProof/>
          <w:sz w:val="20"/>
          <w:szCs w:val="20"/>
          <w:u w:val="single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FEDEE58" wp14:editId="6A9B6A7F">
                <wp:simplePos x="0" y="0"/>
                <wp:positionH relativeFrom="column">
                  <wp:posOffset>4919345</wp:posOffset>
                </wp:positionH>
                <wp:positionV relativeFrom="paragraph">
                  <wp:posOffset>-296211</wp:posOffset>
                </wp:positionV>
                <wp:extent cx="1599565" cy="890330"/>
                <wp:effectExtent l="0" t="0" r="635" b="0"/>
                <wp:wrapNone/>
                <wp:docPr id="15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99565" cy="89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0CF352" w14:textId="77777777" w:rsidR="00B01F4B" w:rsidRPr="00B01F4B" w:rsidRDefault="00B01F4B" w:rsidP="00B01F4B">
                            <w:pPr>
                              <w:rPr>
                                <w:rFonts w:ascii="Arial" w:hAnsi="Arial" w:cs="Arial"/>
                                <w:b/>
                                <w:sz w:val="14"/>
                              </w:rPr>
                            </w:pPr>
                            <w:r w:rsidRPr="00B01F4B">
                              <w:rPr>
                                <w:rFonts w:ascii="Arial" w:hAnsi="Arial" w:cs="Arial"/>
                                <w:b/>
                                <w:sz w:val="14"/>
                              </w:rPr>
                              <w:t>Diese Bild</w:t>
                            </w:r>
                            <w:r w:rsidR="004F7FEC">
                              <w:rPr>
                                <w:rFonts w:ascii="Arial" w:hAnsi="Arial" w:cs="Arial"/>
                                <w:b/>
                                <w:sz w:val="14"/>
                              </w:rPr>
                              <w:t>er</w:t>
                            </w:r>
                            <w:r w:rsidRPr="00B01F4B">
                              <w:rPr>
                                <w:rFonts w:ascii="Arial" w:hAnsi="Arial" w:cs="Arial"/>
                                <w:b/>
                                <w:sz w:val="14"/>
                              </w:rPr>
                              <w:t xml:space="preserve"> finden Sie beigefügt </w:t>
                            </w:r>
                          </w:p>
                          <w:p w14:paraId="28DF64A3" w14:textId="77777777" w:rsidR="00B01F4B" w:rsidRDefault="00B01F4B" w:rsidP="00B01F4B">
                            <w:pPr>
                              <w:rPr>
                                <w:rFonts w:ascii="Arial" w:hAnsi="Arial" w:cs="Arial"/>
                                <w:b/>
                                <w:sz w:val="14"/>
                              </w:rPr>
                            </w:pPr>
                            <w:r w:rsidRPr="00B01F4B">
                              <w:rPr>
                                <w:rFonts w:ascii="Arial" w:hAnsi="Arial" w:cs="Arial"/>
                                <w:b/>
                                <w:sz w:val="14"/>
                              </w:rPr>
                              <w:t>als JPG:</w:t>
                            </w:r>
                          </w:p>
                          <w:p w14:paraId="1D247E82" w14:textId="77777777" w:rsidR="00FE401C" w:rsidRPr="00A92AC0" w:rsidRDefault="00FE401C" w:rsidP="00FE401C">
                            <w:pPr>
                              <w:rPr>
                                <w:rFonts w:ascii="Arial" w:hAnsi="Arial" w:cs="Arial"/>
                                <w:bCs/>
                                <w:sz w:val="14"/>
                              </w:rPr>
                            </w:pPr>
                            <w:r w:rsidRPr="00A92AC0">
                              <w:rPr>
                                <w:rFonts w:ascii="Arial" w:hAnsi="Arial" w:cs="Arial"/>
                                <w:bCs/>
                                <w:sz w:val="14"/>
                              </w:rPr>
                              <w:t xml:space="preserve">Alle Bilder: </w:t>
                            </w:r>
                            <w:proofErr w:type="spellStart"/>
                            <w:r w:rsidRPr="00A92AC0">
                              <w:rPr>
                                <w:rFonts w:ascii="Arial" w:hAnsi="Arial" w:cs="Arial"/>
                                <w:bCs/>
                                <w:sz w:val="14"/>
                              </w:rPr>
                              <w:t>Topcon</w:t>
                            </w:r>
                            <w:proofErr w:type="spellEnd"/>
                            <w:r w:rsidRPr="00A92AC0">
                              <w:rPr>
                                <w:rFonts w:ascii="Arial" w:hAnsi="Arial" w:cs="Arial"/>
                                <w:bCs/>
                                <w:sz w:val="14"/>
                              </w:rPr>
                              <w:t xml:space="preserve"> Deutschland </w:t>
                            </w:r>
                            <w:proofErr w:type="spellStart"/>
                            <w:r w:rsidRPr="00A92AC0">
                              <w:rPr>
                                <w:rFonts w:ascii="Arial" w:hAnsi="Arial" w:cs="Arial"/>
                                <w:bCs/>
                                <w:sz w:val="14"/>
                              </w:rPr>
                              <w:t>Positioning</w:t>
                            </w:r>
                            <w:proofErr w:type="spellEnd"/>
                            <w:r w:rsidRPr="00A92AC0">
                              <w:rPr>
                                <w:rFonts w:ascii="Arial" w:hAnsi="Arial" w:cs="Arial"/>
                                <w:bCs/>
                                <w:sz w:val="14"/>
                              </w:rPr>
                              <w:t xml:space="preserve"> GmbH</w:t>
                            </w:r>
                          </w:p>
                          <w:p w14:paraId="1C160B09" w14:textId="77777777" w:rsidR="00FE401C" w:rsidRDefault="00FE401C" w:rsidP="00B01F4B">
                            <w:pPr>
                              <w:rPr>
                                <w:rFonts w:ascii="Arial" w:hAnsi="Arial" w:cs="Arial"/>
                                <w:b/>
                                <w:sz w:val="14"/>
                              </w:rPr>
                            </w:pPr>
                          </w:p>
                          <w:p w14:paraId="14B20887" w14:textId="77777777" w:rsidR="00FE401C" w:rsidRDefault="00FE401C" w:rsidP="00B01F4B">
                            <w:pPr>
                              <w:rPr>
                                <w:rFonts w:ascii="Arial" w:hAnsi="Arial" w:cs="Arial"/>
                                <w:b/>
                                <w:sz w:val="14"/>
                              </w:rPr>
                            </w:pPr>
                          </w:p>
                          <w:p w14:paraId="0CFDD59F" w14:textId="77777777" w:rsidR="00FE401C" w:rsidRDefault="00FE401C" w:rsidP="00B01F4B">
                            <w:pPr>
                              <w:rPr>
                                <w:rFonts w:ascii="Arial" w:hAnsi="Arial" w:cs="Arial"/>
                                <w:b/>
                                <w:sz w:val="14"/>
                              </w:rPr>
                            </w:pPr>
                          </w:p>
                          <w:p w14:paraId="00F8FF8B" w14:textId="77777777" w:rsidR="00FE401C" w:rsidRPr="00B01F4B" w:rsidRDefault="00FE401C" w:rsidP="00B01F4B">
                            <w:pPr>
                              <w:rPr>
                                <w:rFonts w:ascii="Arial" w:hAnsi="Arial" w:cs="Arial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EDEE58" id="_x0000_t202" coordsize="21600,21600" o:spt="202" path="m,l,21600r21600,l21600,xe">
                <v:stroke joinstyle="miter"/>
                <v:path gradientshapeok="t" o:connecttype="rect"/>
              </v:shapetype>
              <v:shape id="Text Box 83" o:spid="_x0000_s1026" type="#_x0000_t202" style="position:absolute;margin-left:387.35pt;margin-top:-23.3pt;width:125.95pt;height:70.1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" stroked="f">
                <v:textbox inset="0,0,0,0">
                  <w:txbxContent>
                    <w:p w14:paraId="410CF352" w14:textId="77777777" w:rsidR="00B01F4B" w:rsidRPr="00B01F4B" w:rsidRDefault="00B01F4B" w:rsidP="00B01F4B">
                      <w:pPr>
                        <w:rPr>
                          <w:rFonts w:ascii="Arial" w:hAnsi="Arial" w:cs="Arial"/>
                          <w:b/>
                          <w:sz w:val="14"/>
                        </w:rPr>
                      </w:pPr>
                      <w:r w:rsidRPr="00B01F4B">
                        <w:rPr>
                          <w:rFonts w:ascii="Arial" w:hAnsi="Arial" w:cs="Arial"/>
                          <w:b/>
                          <w:sz w:val="14"/>
                        </w:rPr>
                        <w:t>Diese Bild</w:t>
                      </w:r>
                      <w:r w:rsidR="004F7FEC">
                        <w:rPr>
                          <w:rFonts w:ascii="Arial" w:hAnsi="Arial" w:cs="Arial"/>
                          <w:b/>
                          <w:sz w:val="14"/>
                        </w:rPr>
                        <w:t>er</w:t>
                      </w:r>
                      <w:r w:rsidRPr="00B01F4B">
                        <w:rPr>
                          <w:rFonts w:ascii="Arial" w:hAnsi="Arial" w:cs="Arial"/>
                          <w:b/>
                          <w:sz w:val="14"/>
                        </w:rPr>
                        <w:t xml:space="preserve"> finden Sie beigefügt </w:t>
                      </w:r>
                    </w:p>
                    <w:p w14:paraId="28DF64A3" w14:textId="77777777" w:rsidR="00B01F4B" w:rsidRDefault="00B01F4B" w:rsidP="00B01F4B">
                      <w:pPr>
                        <w:rPr>
                          <w:rFonts w:ascii="Arial" w:hAnsi="Arial" w:cs="Arial"/>
                          <w:b/>
                          <w:sz w:val="14"/>
                        </w:rPr>
                      </w:pPr>
                      <w:r w:rsidRPr="00B01F4B">
                        <w:rPr>
                          <w:rFonts w:ascii="Arial" w:hAnsi="Arial" w:cs="Arial"/>
                          <w:b/>
                          <w:sz w:val="14"/>
                        </w:rPr>
                        <w:t>als JPG:</w:t>
                      </w:r>
                    </w:p>
                    <w:p w14:paraId="1D247E82" w14:textId="77777777" w:rsidR="00FE401C" w:rsidRPr="00A92AC0" w:rsidRDefault="00FE401C" w:rsidP="00FE401C">
                      <w:pPr>
                        <w:rPr>
                          <w:rFonts w:ascii="Arial" w:hAnsi="Arial" w:cs="Arial"/>
                          <w:bCs/>
                          <w:sz w:val="14"/>
                        </w:rPr>
                      </w:pPr>
                      <w:r w:rsidRPr="00A92AC0">
                        <w:rPr>
                          <w:rFonts w:ascii="Arial" w:hAnsi="Arial" w:cs="Arial"/>
                          <w:bCs/>
                          <w:sz w:val="14"/>
                        </w:rPr>
                        <w:t>Alle Bilder: Topcon Deutschland Positioning GmbH</w:t>
                      </w:r>
                    </w:p>
                    <w:p w14:paraId="1C160B09" w14:textId="77777777" w:rsidR="00FE401C" w:rsidRDefault="00FE401C" w:rsidP="00B01F4B">
                      <w:pPr>
                        <w:rPr>
                          <w:rFonts w:ascii="Arial" w:hAnsi="Arial" w:cs="Arial"/>
                          <w:b/>
                          <w:sz w:val="14"/>
                        </w:rPr>
                      </w:pPr>
                    </w:p>
                    <w:p w14:paraId="14B20887" w14:textId="77777777" w:rsidR="00FE401C" w:rsidRDefault="00FE401C" w:rsidP="00B01F4B">
                      <w:pPr>
                        <w:rPr>
                          <w:rFonts w:ascii="Arial" w:hAnsi="Arial" w:cs="Arial"/>
                          <w:b/>
                          <w:sz w:val="14"/>
                        </w:rPr>
                      </w:pPr>
                    </w:p>
                    <w:p w14:paraId="0CFDD59F" w14:textId="77777777" w:rsidR="00FE401C" w:rsidRDefault="00FE401C" w:rsidP="00B01F4B">
                      <w:pPr>
                        <w:rPr>
                          <w:rFonts w:ascii="Arial" w:hAnsi="Arial" w:cs="Arial"/>
                          <w:b/>
                          <w:sz w:val="14"/>
                        </w:rPr>
                      </w:pPr>
                    </w:p>
                    <w:p w14:paraId="00F8FF8B" w14:textId="77777777" w:rsidR="00FE401C" w:rsidRPr="00B01F4B" w:rsidRDefault="00FE401C" w:rsidP="00B01F4B">
                      <w:pPr>
                        <w:rPr>
                          <w:rFonts w:ascii="Arial" w:hAnsi="Arial" w:cs="Arial"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1172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69ADF4D" wp14:editId="654460B2">
                <wp:simplePos x="0" y="0"/>
                <wp:positionH relativeFrom="column">
                  <wp:posOffset>3757146</wp:posOffset>
                </wp:positionH>
                <wp:positionV relativeFrom="paragraph">
                  <wp:posOffset>-924896</wp:posOffset>
                </wp:positionV>
                <wp:extent cx="2853017" cy="320675"/>
                <wp:effectExtent l="0" t="0" r="5080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3017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116378" w14:textId="5FC4CE58" w:rsidR="00FE401C" w:rsidRPr="008C5209" w:rsidRDefault="00C43F83" w:rsidP="00EE1172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16</w:t>
                            </w:r>
                            <w:r w:rsidR="004F34AE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  <w:r w:rsidR="004F34AE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.2022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I 4.</w:t>
                            </w:r>
                            <w:r w:rsidR="004F34AE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664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Anschläge | Seite 1 von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ADF4D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7" type="#_x0000_t202" style="position:absolute;margin-left:295.85pt;margin-top:-72.85pt;width:224.65pt;height:25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" fillcolor="window" stroked="f" strokeweight=".5pt">
                <v:textbox>
                  <w:txbxContent>
                    <w:p w14:paraId="00116378" w14:textId="5FC4CE58" w:rsidR="00FE401C" w:rsidRPr="008C5209" w:rsidRDefault="00C43F83" w:rsidP="00EE1172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16</w:t>
                      </w:r>
                      <w:r w:rsidR="004F34AE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.1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1</w:t>
                      </w:r>
                      <w:r w:rsidR="004F34AE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.2022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I 4.</w:t>
                      </w:r>
                      <w:r w:rsidR="004F34AE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664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Anschläge | Seite 1 von 3</w:t>
                      </w:r>
                    </w:p>
                  </w:txbxContent>
                </v:textbox>
              </v:shape>
            </w:pict>
          </mc:Fallback>
        </mc:AlternateContent>
      </w:r>
    </w:p>
    <w:p w14:paraId="13B213BA" w14:textId="3F071AE4" w:rsidR="00B01F4B" w:rsidRDefault="00B01F4B" w:rsidP="00FD60E6">
      <w:pPr>
        <w:tabs>
          <w:tab w:val="left" w:pos="5670"/>
        </w:tabs>
        <w:spacing w:line="240" w:lineRule="exact"/>
        <w:ind w:right="2556"/>
        <w:rPr>
          <w:rFonts w:ascii="Arial" w:hAnsi="Arial" w:cs="Arial"/>
          <w:noProof/>
          <w:lang w:val="en-US"/>
        </w:rPr>
      </w:pPr>
    </w:p>
    <w:p w14:paraId="31AB8716" w14:textId="53B33F6C" w:rsidR="00E56D0B" w:rsidRDefault="00E56D0B" w:rsidP="00FD60E6">
      <w:pPr>
        <w:tabs>
          <w:tab w:val="left" w:pos="5670"/>
        </w:tabs>
        <w:spacing w:line="240" w:lineRule="exact"/>
        <w:ind w:right="2556"/>
        <w:rPr>
          <w:rFonts w:ascii="Arial" w:hAnsi="Arial" w:cs="Arial"/>
          <w:noProof/>
          <w:lang w:val="en-US"/>
        </w:rPr>
      </w:pPr>
    </w:p>
    <w:p w14:paraId="1C6A1988" w14:textId="71BF7B7D" w:rsidR="00E56D0B" w:rsidRDefault="00E56D0B" w:rsidP="00AC20BD">
      <w:pPr>
        <w:tabs>
          <w:tab w:val="left" w:pos="5670"/>
        </w:tabs>
        <w:spacing w:line="240" w:lineRule="exact"/>
        <w:ind w:right="4058"/>
        <w:rPr>
          <w:rFonts w:ascii="Arial" w:hAnsi="Arial" w:cs="Arial"/>
          <w:noProof/>
          <w:lang w:val="en-US"/>
        </w:rPr>
      </w:pPr>
    </w:p>
    <w:p w14:paraId="2D623546" w14:textId="372805E8" w:rsidR="00E56D0B" w:rsidRDefault="00B71314" w:rsidP="00FD60E6">
      <w:pPr>
        <w:tabs>
          <w:tab w:val="left" w:pos="5670"/>
        </w:tabs>
        <w:spacing w:line="240" w:lineRule="exact"/>
        <w:ind w:right="2556"/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77199E99" wp14:editId="2350737C">
                <wp:simplePos x="0" y="0"/>
                <wp:positionH relativeFrom="column">
                  <wp:posOffset>4925002</wp:posOffset>
                </wp:positionH>
                <wp:positionV relativeFrom="paragraph">
                  <wp:posOffset>11834</wp:posOffset>
                </wp:positionV>
                <wp:extent cx="1469390" cy="7489768"/>
                <wp:effectExtent l="0" t="0" r="3810" b="3810"/>
                <wp:wrapNone/>
                <wp:docPr id="37" name="Gruppieren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9390" cy="7489768"/>
                          <a:chOff x="0" y="0"/>
                          <a:chExt cx="1469688" cy="7490243"/>
                        </a:xfrm>
                      </wpg:grpSpPr>
                      <wpg:grpSp>
                        <wpg:cNvPr id="33" name="Gruppieren 33"/>
                        <wpg:cNvGrpSpPr/>
                        <wpg:grpSpPr>
                          <a:xfrm>
                            <a:off x="0" y="0"/>
                            <a:ext cx="1463672" cy="1220504"/>
                            <a:chOff x="0" y="0"/>
                            <a:chExt cx="1463672" cy="1220504"/>
                          </a:xfrm>
                        </wpg:grpSpPr>
                        <wps:wsp>
                          <wps:cNvPr id="8" name="Text Box 63"/>
                          <wps:cNvSpPr txBox="1">
                            <a:spLocks/>
                          </wps:cNvSpPr>
                          <wps:spPr bwMode="auto">
                            <a:xfrm>
                              <a:off x="24063" y="703847"/>
                              <a:ext cx="1439609" cy="5166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AC591C4" w14:textId="0299A4FE" w:rsidR="00187E48" w:rsidRPr="005F6114" w:rsidRDefault="00957E31" w:rsidP="00187E48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T2214_FlugplatzCoburg</w:t>
                                </w:r>
                                <w:r w:rsidR="00187E48" w:rsidRPr="005F6114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.jpg</w:t>
                                </w:r>
                              </w:p>
                              <w:p w14:paraId="1875E765" w14:textId="2B62E725" w:rsidR="00187E48" w:rsidRPr="005F6114" w:rsidRDefault="006357F9" w:rsidP="00127814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Vier Monate dauerte die umfassende Ertüchtigung des Flugplatzes Coburg.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" name="Grafik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9545" cy="6477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35" name="Gruppieren 35"/>
                        <wpg:cNvGrpSpPr/>
                        <wpg:grpSpPr>
                          <a:xfrm>
                            <a:off x="24063" y="2995863"/>
                            <a:ext cx="1445625" cy="2489836"/>
                            <a:chOff x="0" y="0"/>
                            <a:chExt cx="1445625" cy="2489836"/>
                          </a:xfrm>
                        </wpg:grpSpPr>
                        <pic:pic xmlns:pic="http://schemas.openxmlformats.org/drawingml/2006/picture">
                          <pic:nvPicPr>
                            <pic:cNvPr id="19" name="Grafik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9545" cy="93916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6" name="Grafik 2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016" y="938463"/>
                              <a:ext cx="1439545" cy="96075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9" name="Text Box 63"/>
                          <wps:cNvSpPr txBox="1">
                            <a:spLocks/>
                          </wps:cNvSpPr>
                          <wps:spPr bwMode="auto">
                            <a:xfrm>
                              <a:off x="6016" y="1973179"/>
                              <a:ext cx="1439609" cy="5166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A3FBF8B" w14:textId="73F2A73F" w:rsidR="006357F9" w:rsidRPr="005F6114" w:rsidRDefault="006357F9" w:rsidP="006357F9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T2214_Maschinensteuerung</w:t>
                                </w:r>
                                <w:r w:rsidRPr="005F6114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.jpg</w:t>
                                </w:r>
                              </w:p>
                              <w:p w14:paraId="7AA41E25" w14:textId="1ADC6306" w:rsidR="006357F9" w:rsidRPr="005F6114" w:rsidRDefault="002A638E" w:rsidP="006357F9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Der</w:t>
                                </w:r>
                                <w:r w:rsidR="006357F9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Fertiger wurde mit der 3D-Maschinensteuerung von </w:t>
                                </w:r>
                                <w:proofErr w:type="spellStart"/>
                                <w:r w:rsidR="006357F9">
                                  <w:rPr>
                                    <w:rFonts w:ascii="Arial" w:hAnsi="Arial" w:cs="Arial"/>
                                    <w:sz w:val="14"/>
                                  </w:rPr>
                                  <w:t>Topcon</w:t>
                                </w:r>
                                <w:proofErr w:type="spellEnd"/>
                                <w:r w:rsidR="006357F9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nach </w:t>
                                </w:r>
                                <w:r w:rsidR="00D417FE">
                                  <w:rPr>
                                    <w:rFonts w:ascii="Arial" w:hAnsi="Arial" w:cs="Arial"/>
                                    <w:sz w:val="14"/>
                                  </w:rPr>
                                  <w:t>Sollmodell</w:t>
                                </w:r>
                                <w:r w:rsidR="006357F9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gefahren.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6" name="Gruppieren 36"/>
                        <wpg:cNvGrpSpPr/>
                        <wpg:grpSpPr>
                          <a:xfrm>
                            <a:off x="30079" y="5485699"/>
                            <a:ext cx="1439545" cy="2004544"/>
                            <a:chOff x="0" y="-169143"/>
                            <a:chExt cx="1439545" cy="2004544"/>
                          </a:xfrm>
                        </wpg:grpSpPr>
                        <pic:pic xmlns:pic="http://schemas.openxmlformats.org/drawingml/2006/picture">
                          <pic:nvPicPr>
                            <pic:cNvPr id="20" name="Grafik 20" descr="Ein Bild, das draußen, Boden, Himmel, gelb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-169143"/>
                              <a:ext cx="1439545" cy="96075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0" name="Text Box 63"/>
                          <wps:cNvSpPr txBox="1">
                            <a:spLocks/>
                          </wps:cNvSpPr>
                          <wps:spPr bwMode="auto">
                            <a:xfrm>
                              <a:off x="0" y="834867"/>
                              <a:ext cx="1439545" cy="10005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70AA643" w14:textId="3CD95F7B" w:rsidR="006357F9" w:rsidRPr="005F6114" w:rsidRDefault="006357F9" w:rsidP="006357F9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T2214_TachymeterGT1201</w:t>
                                </w:r>
                                <w:r w:rsidRPr="005F6114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.jpg</w:t>
                                </w:r>
                              </w:p>
                              <w:p w14:paraId="4E993F5E" w14:textId="32AE4829" w:rsidR="006357F9" w:rsidRDefault="006357F9" w:rsidP="006357F9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Drei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Topcon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-Tachymeter steuerten den Prozess fortlaufend und exakt nach Sollmodell.</w:t>
                                </w:r>
                              </w:p>
                              <w:p w14:paraId="63131C51" w14:textId="38334E52" w:rsidR="009F0FD7" w:rsidRPr="005F6114" w:rsidRDefault="009F0FD7" w:rsidP="006357F9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4" name="Gruppieren 34"/>
                        <wpg:cNvGrpSpPr/>
                        <wpg:grpSpPr>
                          <a:xfrm>
                            <a:off x="0" y="1383631"/>
                            <a:ext cx="1463608" cy="1484797"/>
                            <a:chOff x="0" y="0"/>
                            <a:chExt cx="1463608" cy="1484797"/>
                          </a:xfrm>
                        </wpg:grpSpPr>
                        <pic:pic xmlns:pic="http://schemas.openxmlformats.org/drawingml/2006/picture">
                          <pic:nvPicPr>
                            <pic:cNvPr id="24" name="Grafik 24" descr="Ein Bild, das Himmel, draußen, Boden, Natur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9545" cy="96075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2" name="Text Box 63"/>
                          <wps:cNvSpPr txBox="1">
                            <a:spLocks/>
                          </wps:cNvSpPr>
                          <wps:spPr bwMode="auto">
                            <a:xfrm>
                              <a:off x="24063" y="998621"/>
                              <a:ext cx="1439545" cy="4861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D86C24F" w14:textId="2BE49867" w:rsidR="006357F9" w:rsidRPr="005F6114" w:rsidRDefault="006357F9" w:rsidP="006357F9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T2214_EineTragschicht</w:t>
                                </w:r>
                                <w:r w:rsidRPr="005F6114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.jpg</w:t>
                                </w:r>
                              </w:p>
                              <w:p w14:paraId="15D9418B" w14:textId="5054B59B" w:rsidR="006357F9" w:rsidRPr="005F6114" w:rsidRDefault="006357F9" w:rsidP="006357F9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Die Herausforderung: nur eine Tragschicht – und die muss perfekt sein.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199E99" id="Gruppieren 37" o:spid="_x0000_s1029" style="position:absolute;margin-left:387.8pt;margin-top:.95pt;width:115.7pt;height:589.75pt;z-index:251681280;mso-height-relative:margin" coordsize="14696,74902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">
                <v:group id="Gruppieren 33" o:spid="_x0000_s1030" style="position:absolute;width:14636;height:12205" coordsize="14636,122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&#13;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31" type="#_x0000_t202" style="position:absolute;left:240;top:7038;width:14396;height:516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" stroked="f">
                    <v:textbox inset="0,0,0,0">
                      <w:txbxContent>
                        <w:p w14:paraId="4AC591C4" w14:textId="0299A4FE" w:rsidR="00187E48" w:rsidRPr="005F6114" w:rsidRDefault="00957E31" w:rsidP="00187E48">
                          <w:pP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T2214_FlugplatzCoburg</w:t>
                          </w:r>
                          <w:r w:rsidR="00187E48" w:rsidRPr="005F6114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.jpg</w:t>
                          </w:r>
                        </w:p>
                        <w:p w14:paraId="1875E765" w14:textId="2B62E725" w:rsidR="00187E48" w:rsidRPr="005F6114" w:rsidRDefault="006357F9" w:rsidP="00127814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>Vier Monate dauerte die umfassende Ertüchtigung des Flugplatzes Coburg.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6" o:spid="_x0000_s1032" type="#_x0000_t75" style="position:absolute;width:14395;height:6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">
                    <v:imagedata r:id="rId13" o:title=""/>
                  </v:shape>
                </v:group>
                <v:group id="Gruppieren 35" o:spid="_x0000_s1033" style="position:absolute;left:240;top:29958;width:14456;height:24898" coordsize="14456,2489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">
                  <v:shape id="Grafik 19" o:spid="_x0000_s1034" type="#_x0000_t75" style="position:absolute;width:14395;height:93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">
                    <v:imagedata r:id="rId14" o:title=""/>
                  </v:shape>
                  <v:shape id="Grafik 26" o:spid="_x0000_s1035" type="#_x0000_t75" style="position:absolute;left:60;top:9384;width:14395;height:960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">
                    <v:imagedata r:id="rId15" o:title=""/>
                  </v:shape>
                  <v:shape id="Text Box 63" o:spid="_x0000_s1036" type="#_x0000_t202" style="position:absolute;left:60;top:19731;width:14396;height:516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" stroked="f">
                    <v:textbox inset="0,0,0,0">
                      <w:txbxContent>
                        <w:p w14:paraId="7A3FBF8B" w14:textId="73F2A73F" w:rsidR="006357F9" w:rsidRPr="005F6114" w:rsidRDefault="006357F9" w:rsidP="006357F9">
                          <w:pP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T2214_Maschinensteuerung</w:t>
                          </w:r>
                          <w:r w:rsidRPr="005F6114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.jpg</w:t>
                          </w:r>
                        </w:p>
                        <w:p w14:paraId="7AA41E25" w14:textId="1ADC6306" w:rsidR="006357F9" w:rsidRPr="005F6114" w:rsidRDefault="002A638E" w:rsidP="006357F9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>Der</w:t>
                          </w:r>
                          <w:r w:rsidR="006357F9">
                            <w:rPr>
                              <w:rFonts w:ascii="Arial" w:hAnsi="Arial" w:cs="Arial"/>
                              <w:sz w:val="14"/>
                            </w:rPr>
                            <w:t xml:space="preserve"> Fertiger wurde mit der 3D-Maschinensteuerung von </w:t>
                          </w:r>
                          <w:proofErr w:type="spellStart"/>
                          <w:r w:rsidR="006357F9">
                            <w:rPr>
                              <w:rFonts w:ascii="Arial" w:hAnsi="Arial" w:cs="Arial"/>
                              <w:sz w:val="14"/>
                            </w:rPr>
                            <w:t>Topcon</w:t>
                          </w:r>
                          <w:proofErr w:type="spellEnd"/>
                          <w:r w:rsidR="006357F9">
                            <w:rPr>
                              <w:rFonts w:ascii="Arial" w:hAnsi="Arial" w:cs="Arial"/>
                              <w:sz w:val="14"/>
                            </w:rPr>
                            <w:t xml:space="preserve"> nach </w:t>
                          </w:r>
                          <w:r w:rsidR="00D417FE">
                            <w:rPr>
                              <w:rFonts w:ascii="Arial" w:hAnsi="Arial" w:cs="Arial"/>
                              <w:sz w:val="14"/>
                            </w:rPr>
                            <w:t>Sollmodell</w:t>
                          </w:r>
                          <w:r w:rsidR="006357F9">
                            <w:rPr>
                              <w:rFonts w:ascii="Arial" w:hAnsi="Arial" w:cs="Arial"/>
                              <w:sz w:val="14"/>
                            </w:rPr>
                            <w:t xml:space="preserve"> gefahren.</w:t>
                          </w:r>
                        </w:p>
                      </w:txbxContent>
                    </v:textbox>
                  </v:shape>
                </v:group>
                <v:group id="Gruppieren 36" o:spid="_x0000_s1037" style="position:absolute;left:300;top:54856;width:14396;height:20046" coordorigin=",-1691" coordsize="14395,200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">
                  <v:shape id="Grafik 20" o:spid="_x0000_s1038" type="#_x0000_t75" alt="Ein Bild, das draußen, Boden, Himmel, gelb enthält.&#10;&#10;Automatisch generierte Beschreibung" style="position:absolute;top:-1691;width:14395;height:96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">
                    <v:imagedata r:id="rId16" o:title="Ein Bild, das draußen, Boden, Himmel, gelb enthält"/>
                  </v:shape>
                  <v:shape id="Text Box 63" o:spid="_x0000_s1039" type="#_x0000_t202" style="position:absolute;top:8348;width:14395;height:1000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" filled="f" stroked="f">
                    <v:textbox inset="0,0,0,0">
                      <w:txbxContent>
                        <w:p w14:paraId="570AA643" w14:textId="3CD95F7B" w:rsidR="006357F9" w:rsidRPr="005F6114" w:rsidRDefault="006357F9" w:rsidP="006357F9">
                          <w:pP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T2214_TachymeterGT1201</w:t>
                          </w:r>
                          <w:r w:rsidRPr="005F6114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.jpg</w:t>
                          </w:r>
                        </w:p>
                        <w:p w14:paraId="4E993F5E" w14:textId="32AE4829" w:rsidR="006357F9" w:rsidRDefault="006357F9" w:rsidP="006357F9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Drei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</w:rPr>
                            <w:t>Topcon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</w:rPr>
                            <w:t>-Tachymeter steuerten den Prozess fortlaufend und exakt nach Sollmodell.</w:t>
                          </w:r>
                        </w:p>
                        <w:p w14:paraId="63131C51" w14:textId="38334E52" w:rsidR="009F0FD7" w:rsidRPr="005F6114" w:rsidRDefault="009F0FD7" w:rsidP="006357F9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</w:p>
                      </w:txbxContent>
                    </v:textbox>
                  </v:shape>
                </v:group>
                <v:group id="Gruppieren 34" o:spid="_x0000_s1040" style="position:absolute;top:13836;width:14636;height:14848" coordsize="14636,1484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">
                  <v:shape id="Grafik 24" o:spid="_x0000_s1041" type="#_x0000_t75" alt="Ein Bild, das Himmel, draußen, Boden, Natur enthält.&#10;&#10;Automatisch generierte Beschreibung" style="position:absolute;width:14395;height:96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">
                    <v:imagedata r:id="rId17" o:title="Ein Bild, das Himmel, draußen, Boden, Natur enthält"/>
                  </v:shape>
                  <v:shape id="Text Box 63" o:spid="_x0000_s1042" type="#_x0000_t202" style="position:absolute;left:240;top:9986;width:14396;height:486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" stroked="f">
                    <v:textbox inset="0,0,0,0">
                      <w:txbxContent>
                        <w:p w14:paraId="5D86C24F" w14:textId="2BE49867" w:rsidR="006357F9" w:rsidRPr="005F6114" w:rsidRDefault="006357F9" w:rsidP="006357F9">
                          <w:pP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T2214_EineTragschicht</w:t>
                          </w:r>
                          <w:r w:rsidRPr="005F6114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.jpg</w:t>
                          </w:r>
                        </w:p>
                        <w:p w14:paraId="15D9418B" w14:textId="5054B59B" w:rsidR="006357F9" w:rsidRPr="005F6114" w:rsidRDefault="006357F9" w:rsidP="006357F9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>Die Herausforderung: nur eine Tragschicht – und die muss perfekt sein.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BA2811E" w14:textId="35171BC3" w:rsidR="00E56D0B" w:rsidRDefault="00E56D0B" w:rsidP="00FD60E6">
      <w:pPr>
        <w:tabs>
          <w:tab w:val="left" w:pos="5670"/>
        </w:tabs>
        <w:spacing w:line="240" w:lineRule="exact"/>
        <w:ind w:right="2556"/>
        <w:rPr>
          <w:rFonts w:ascii="Arial" w:hAnsi="Arial" w:cs="Arial"/>
          <w:noProof/>
          <w:lang w:val="en-US"/>
        </w:rPr>
      </w:pPr>
    </w:p>
    <w:p w14:paraId="79124E4A" w14:textId="7E2876B1" w:rsidR="00E56D0B" w:rsidRDefault="00E56D0B" w:rsidP="00E56D0B">
      <w:pPr>
        <w:spacing w:line="240" w:lineRule="exact"/>
        <w:ind w:right="2556"/>
        <w:rPr>
          <w:rFonts w:ascii="Arial" w:hAnsi="Arial" w:cs="Arial"/>
          <w:noProof/>
          <w:sz w:val="20"/>
          <w:szCs w:val="20"/>
          <w:u w:val="single"/>
          <w:lang w:val="en-US"/>
        </w:rPr>
      </w:pPr>
    </w:p>
    <w:p w14:paraId="4E526D16" w14:textId="352DABF4" w:rsidR="00E56D0B" w:rsidRPr="002D64CC" w:rsidRDefault="002D64CC" w:rsidP="00E56D0B">
      <w:pPr>
        <w:spacing w:line="240" w:lineRule="exact"/>
        <w:ind w:right="2556"/>
        <w:rPr>
          <w:rFonts w:ascii="Arial" w:hAnsi="Arial" w:cs="Arial"/>
          <w:noProof/>
          <w:sz w:val="20"/>
          <w:szCs w:val="20"/>
        </w:rPr>
      </w:pPr>
      <w:r w:rsidRPr="002D64CC">
        <w:rPr>
          <w:rFonts w:ascii="Arial" w:hAnsi="Arial" w:cs="Arial"/>
          <w:noProof/>
          <w:sz w:val="20"/>
          <w:szCs w:val="20"/>
        </w:rPr>
        <w:t>Flugplatz Coburg mit Topcon</w:t>
      </w:r>
      <w:r w:rsidR="00772102">
        <w:rPr>
          <w:rFonts w:ascii="Arial" w:hAnsi="Arial" w:cs="Arial"/>
          <w:noProof/>
          <w:sz w:val="20"/>
          <w:szCs w:val="20"/>
        </w:rPr>
        <w:t xml:space="preserve"> </w:t>
      </w:r>
      <w:r w:rsidRPr="002D64CC">
        <w:rPr>
          <w:rFonts w:ascii="Arial" w:hAnsi="Arial" w:cs="Arial"/>
          <w:noProof/>
          <w:sz w:val="20"/>
          <w:szCs w:val="20"/>
        </w:rPr>
        <w:t>Technik saniert</w:t>
      </w:r>
    </w:p>
    <w:p w14:paraId="4B2FB6BD" w14:textId="1B23C561" w:rsidR="00E56D0B" w:rsidRPr="002D64CC" w:rsidRDefault="00E56D0B" w:rsidP="00FD60E6">
      <w:pPr>
        <w:tabs>
          <w:tab w:val="left" w:pos="5670"/>
        </w:tabs>
        <w:spacing w:line="240" w:lineRule="exact"/>
        <w:ind w:right="2556"/>
        <w:rPr>
          <w:rFonts w:ascii="Arial" w:hAnsi="Arial" w:cs="Arial"/>
          <w:noProof/>
        </w:rPr>
      </w:pPr>
    </w:p>
    <w:p w14:paraId="00825106" w14:textId="0F3E640F" w:rsidR="00A95437" w:rsidRPr="002D64CC" w:rsidRDefault="002D64CC" w:rsidP="00283663">
      <w:pPr>
        <w:pStyle w:val="Textkrper"/>
        <w:tabs>
          <w:tab w:val="left" w:pos="6237"/>
        </w:tabs>
        <w:spacing w:before="120" w:after="120" w:line="276" w:lineRule="auto"/>
        <w:ind w:right="2556"/>
        <w:rPr>
          <w:rFonts w:ascii="Arial" w:hAnsi="Arial" w:cs="Arial"/>
          <w:lang w:val="de-DE"/>
        </w:rPr>
      </w:pPr>
      <w:r w:rsidRPr="002D64CC">
        <w:rPr>
          <w:rFonts w:ascii="Arial" w:hAnsi="Arial" w:cs="Arial"/>
          <w:noProof/>
          <w:lang w:val="de-DE"/>
        </w:rPr>
        <w:t>Wenn</w:t>
      </w:r>
      <w:r w:rsidR="00772102">
        <w:rPr>
          <w:rFonts w:ascii="Arial" w:hAnsi="Arial" w:cs="Arial"/>
          <w:noProof/>
          <w:lang w:val="de-DE"/>
        </w:rPr>
        <w:t>‘</w:t>
      </w:r>
      <w:r w:rsidRPr="002D64CC">
        <w:rPr>
          <w:rFonts w:ascii="Arial" w:hAnsi="Arial" w:cs="Arial"/>
          <w:noProof/>
          <w:lang w:val="de-DE"/>
        </w:rPr>
        <w:t xml:space="preserve">s </w:t>
      </w:r>
      <w:r>
        <w:rPr>
          <w:rFonts w:ascii="Arial" w:hAnsi="Arial" w:cs="Arial"/>
          <w:noProof/>
          <w:lang w:val="de-DE"/>
        </w:rPr>
        <w:t>auf</w:t>
      </w:r>
      <w:r w:rsidR="00EE6718">
        <w:rPr>
          <w:rFonts w:ascii="Arial" w:hAnsi="Arial" w:cs="Arial"/>
          <w:noProof/>
          <w:lang w:val="de-DE"/>
        </w:rPr>
        <w:t xml:space="preserve">s Erste </w:t>
      </w:r>
      <w:r w:rsidR="006452C0">
        <w:rPr>
          <w:rFonts w:ascii="Arial" w:hAnsi="Arial" w:cs="Arial"/>
          <w:noProof/>
          <w:lang w:val="de-DE"/>
        </w:rPr>
        <w:t>sitzen</w:t>
      </w:r>
      <w:r w:rsidRPr="002D64CC">
        <w:rPr>
          <w:rFonts w:ascii="Arial" w:hAnsi="Arial" w:cs="Arial"/>
          <w:noProof/>
          <w:lang w:val="de-DE"/>
        </w:rPr>
        <w:t xml:space="preserve"> muss</w:t>
      </w:r>
    </w:p>
    <w:p w14:paraId="7C8F87DC" w14:textId="2B9D8E13" w:rsidR="00F74ECB" w:rsidRPr="007F6074" w:rsidRDefault="00EE6718" w:rsidP="00FD60E6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i/>
          <w:sz w:val="20"/>
          <w:lang w:val="de-DE"/>
        </w:rPr>
      </w:pPr>
      <w:r>
        <w:rPr>
          <w:rFonts w:ascii="Arial" w:hAnsi="Arial" w:cs="Arial"/>
          <w:b w:val="0"/>
          <w:i/>
          <w:sz w:val="20"/>
          <w:lang w:val="de-DE"/>
        </w:rPr>
        <w:t xml:space="preserve">Der Flugplatz Coburg ist ein wichtiger Standortfaktor in Oberfranken. In nur vier Monaten Bauzeit wurde er mithilfe </w:t>
      </w:r>
      <w:r w:rsidR="00106FB1">
        <w:rPr>
          <w:rFonts w:ascii="Arial" w:hAnsi="Arial" w:cs="Arial"/>
          <w:b w:val="0"/>
          <w:i/>
          <w:sz w:val="20"/>
          <w:lang w:val="de-DE"/>
        </w:rPr>
        <w:t xml:space="preserve">einer </w:t>
      </w:r>
      <w:proofErr w:type="spellStart"/>
      <w:r>
        <w:rPr>
          <w:rFonts w:ascii="Arial" w:hAnsi="Arial" w:cs="Arial"/>
          <w:b w:val="0"/>
          <w:i/>
          <w:sz w:val="20"/>
          <w:lang w:val="de-DE"/>
        </w:rPr>
        <w:t>Topcon</w:t>
      </w:r>
      <w:proofErr w:type="spellEnd"/>
      <w:r w:rsidR="00106FB1">
        <w:rPr>
          <w:rFonts w:ascii="Arial" w:hAnsi="Arial" w:cs="Arial"/>
          <w:b w:val="0"/>
          <w:i/>
          <w:sz w:val="20"/>
          <w:lang w:val="de-DE"/>
        </w:rPr>
        <w:t xml:space="preserve"> </w:t>
      </w:r>
      <w:r>
        <w:rPr>
          <w:rFonts w:ascii="Arial" w:hAnsi="Arial" w:cs="Arial"/>
          <w:b w:val="0"/>
          <w:i/>
          <w:sz w:val="20"/>
          <w:lang w:val="de-DE"/>
        </w:rPr>
        <w:t>Maschinensteuerung und</w:t>
      </w:r>
      <w:r w:rsidR="00106FB1">
        <w:rPr>
          <w:rFonts w:ascii="Arial" w:hAnsi="Arial" w:cs="Arial"/>
          <w:b w:val="0"/>
          <w:i/>
          <w:sz w:val="20"/>
          <w:lang w:val="de-DE"/>
        </w:rPr>
        <w:t xml:space="preserve"> drei </w:t>
      </w:r>
      <w:proofErr w:type="spellStart"/>
      <w:r w:rsidR="00106FB1">
        <w:rPr>
          <w:rFonts w:ascii="Arial" w:hAnsi="Arial" w:cs="Arial"/>
          <w:b w:val="0"/>
          <w:i/>
          <w:sz w:val="20"/>
          <w:lang w:val="de-DE"/>
        </w:rPr>
        <w:t>Topcon</w:t>
      </w:r>
      <w:proofErr w:type="spellEnd"/>
      <w:r w:rsidR="00106FB1">
        <w:rPr>
          <w:rFonts w:ascii="Arial" w:hAnsi="Arial" w:cs="Arial"/>
          <w:b w:val="0"/>
          <w:i/>
          <w:sz w:val="20"/>
          <w:lang w:val="de-DE"/>
        </w:rPr>
        <w:t xml:space="preserve"> </w:t>
      </w:r>
      <w:r>
        <w:rPr>
          <w:rFonts w:ascii="Arial" w:hAnsi="Arial" w:cs="Arial"/>
          <w:b w:val="0"/>
          <w:i/>
          <w:sz w:val="20"/>
          <w:lang w:val="de-DE"/>
        </w:rPr>
        <w:t>Tachymetern der neuesten Generation pünktlich grundsaniert.</w:t>
      </w:r>
    </w:p>
    <w:p w14:paraId="295BFD3E" w14:textId="7B26CE31" w:rsidR="0058661A" w:rsidRDefault="0058661A" w:rsidP="001A2C39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</w:rPr>
      </w:pPr>
    </w:p>
    <w:p w14:paraId="25FB7B66" w14:textId="59E4BCB3" w:rsidR="007F6074" w:rsidRDefault="002D64CC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>
        <w:rPr>
          <w:rFonts w:ascii="Arial" w:hAnsi="Arial" w:cs="Arial"/>
          <w:b w:val="0"/>
          <w:noProof/>
          <w:sz w:val="20"/>
          <w:lang w:val="de-DE"/>
        </w:rPr>
        <w:t xml:space="preserve">Morgens </w:t>
      </w:r>
      <w:r w:rsidRPr="002D64CC">
        <w:rPr>
          <w:rFonts w:ascii="Arial" w:hAnsi="Arial" w:cs="Arial"/>
          <w:b w:val="0"/>
          <w:noProof/>
          <w:sz w:val="20"/>
          <w:lang w:val="de-DE"/>
        </w:rPr>
        <w:t xml:space="preserve">mal </w:t>
      </w:r>
      <w:r>
        <w:rPr>
          <w:rFonts w:ascii="Arial" w:hAnsi="Arial" w:cs="Arial"/>
          <w:b w:val="0"/>
          <w:noProof/>
          <w:sz w:val="20"/>
          <w:lang w:val="de-DE"/>
        </w:rPr>
        <w:t xml:space="preserve">kurz zu einem Geschäftstermin </w:t>
      </w:r>
      <w:r w:rsidR="007F6074">
        <w:rPr>
          <w:rFonts w:ascii="Arial" w:hAnsi="Arial" w:cs="Arial"/>
          <w:b w:val="0"/>
          <w:noProof/>
          <w:sz w:val="20"/>
          <w:lang w:val="de-DE"/>
        </w:rPr>
        <w:t xml:space="preserve">von Coburg </w:t>
      </w:r>
      <w:r>
        <w:rPr>
          <w:rFonts w:ascii="Arial" w:hAnsi="Arial" w:cs="Arial"/>
          <w:b w:val="0"/>
          <w:noProof/>
          <w:sz w:val="20"/>
          <w:lang w:val="de-DE"/>
        </w:rPr>
        <w:t>nach</w:t>
      </w:r>
      <w:r w:rsidRPr="002D64CC">
        <w:rPr>
          <w:rFonts w:ascii="Arial" w:hAnsi="Arial" w:cs="Arial"/>
          <w:b w:val="0"/>
          <w:noProof/>
          <w:sz w:val="20"/>
          <w:lang w:val="de-DE"/>
        </w:rPr>
        <w:t xml:space="preserve"> Liverpool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fliegen und abends wieder zurück. Unternehmen aus der Region mussten sich vier Monate gedulden, bis das wieder möglich war. Denn der </w:t>
      </w:r>
      <w:r w:rsidR="00106FB1">
        <w:rPr>
          <w:rFonts w:ascii="Arial" w:hAnsi="Arial" w:cs="Arial"/>
          <w:b w:val="0"/>
          <w:noProof/>
          <w:sz w:val="20"/>
          <w:lang w:val="de-DE"/>
        </w:rPr>
        <w:t>Verkehrslandeplatz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Coburg wurde grundsaniert. „</w:t>
      </w:r>
      <w:r w:rsidR="00106FB1">
        <w:rPr>
          <w:rFonts w:ascii="Arial" w:hAnsi="Arial" w:cs="Arial"/>
          <w:b w:val="0"/>
          <w:noProof/>
          <w:sz w:val="20"/>
          <w:lang w:val="de-DE"/>
        </w:rPr>
        <w:t>Unser</w:t>
      </w:r>
      <w:r w:rsidR="007F6074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106FB1">
        <w:rPr>
          <w:rFonts w:ascii="Arial" w:hAnsi="Arial" w:cs="Arial"/>
          <w:b w:val="0"/>
          <w:noProof/>
          <w:sz w:val="20"/>
          <w:lang w:val="de-DE"/>
        </w:rPr>
        <w:t>Flugplatz</w:t>
      </w:r>
      <w:r w:rsidR="007F6074">
        <w:rPr>
          <w:rFonts w:ascii="Arial" w:hAnsi="Arial" w:cs="Arial"/>
          <w:b w:val="0"/>
          <w:noProof/>
          <w:sz w:val="20"/>
          <w:lang w:val="de-DE"/>
        </w:rPr>
        <w:t xml:space="preserve"> ist ein bedeutender Standortfaktor</w:t>
      </w:r>
      <w:r>
        <w:rPr>
          <w:rFonts w:ascii="Arial" w:hAnsi="Arial" w:cs="Arial"/>
          <w:b w:val="0"/>
          <w:noProof/>
          <w:sz w:val="20"/>
          <w:lang w:val="de-DE"/>
        </w:rPr>
        <w:t xml:space="preserve">“, so Xaver Rupp, Geschäftsführer der </w:t>
      </w:r>
      <w:r w:rsidR="009C7784">
        <w:rPr>
          <w:rFonts w:ascii="Arial" w:hAnsi="Arial" w:cs="Arial"/>
          <w:b w:val="0"/>
          <w:noProof/>
          <w:sz w:val="20"/>
          <w:lang w:val="de-DE"/>
        </w:rPr>
        <w:t>SÜC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Verkehrslandeplatz GmbH. </w:t>
      </w:r>
      <w:r w:rsidR="007F6074">
        <w:rPr>
          <w:rFonts w:ascii="Arial" w:hAnsi="Arial" w:cs="Arial"/>
          <w:b w:val="0"/>
          <w:noProof/>
          <w:sz w:val="20"/>
          <w:lang w:val="de-DE"/>
        </w:rPr>
        <w:t xml:space="preserve">„Nach inzwischen dreißig Jahren war </w:t>
      </w:r>
      <w:r w:rsidR="009C7784">
        <w:rPr>
          <w:rFonts w:ascii="Arial" w:hAnsi="Arial" w:cs="Arial"/>
          <w:b w:val="0"/>
          <w:noProof/>
          <w:sz w:val="20"/>
          <w:lang w:val="de-DE"/>
        </w:rPr>
        <w:t>es Zeit, ihn zu ertüchtigen</w:t>
      </w:r>
      <w:r w:rsidR="007F6074">
        <w:rPr>
          <w:rFonts w:ascii="Arial" w:hAnsi="Arial" w:cs="Arial"/>
          <w:b w:val="0"/>
          <w:noProof/>
          <w:sz w:val="20"/>
          <w:lang w:val="de-DE"/>
        </w:rPr>
        <w:t xml:space="preserve">. </w:t>
      </w:r>
      <w:r w:rsidR="00682310">
        <w:rPr>
          <w:rFonts w:ascii="Arial" w:hAnsi="Arial" w:cs="Arial"/>
          <w:b w:val="0"/>
          <w:noProof/>
          <w:sz w:val="20"/>
          <w:lang w:val="de-DE"/>
        </w:rPr>
        <w:t xml:space="preserve">Jetzt bietet </w:t>
      </w:r>
      <w:r w:rsidR="00800FB4">
        <w:rPr>
          <w:rFonts w:ascii="Arial" w:hAnsi="Arial" w:cs="Arial"/>
          <w:b w:val="0"/>
          <w:noProof/>
          <w:sz w:val="20"/>
          <w:lang w:val="de-DE"/>
        </w:rPr>
        <w:t>er ein hohes Maß an Sicherheit und ist für die Zukunft gerüstet</w:t>
      </w:r>
      <w:r w:rsidR="007F6074">
        <w:rPr>
          <w:rFonts w:ascii="Arial" w:hAnsi="Arial" w:cs="Arial"/>
          <w:b w:val="0"/>
          <w:noProof/>
          <w:sz w:val="20"/>
          <w:lang w:val="de-DE"/>
        </w:rPr>
        <w:t>.“</w:t>
      </w:r>
    </w:p>
    <w:p w14:paraId="7B841DFC" w14:textId="4EDA739D" w:rsidR="00D835A5" w:rsidRDefault="00D835A5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2C3778EE" w14:textId="67914427" w:rsidR="00D835A5" w:rsidRDefault="00D835A5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>
        <w:rPr>
          <w:rFonts w:ascii="Arial" w:hAnsi="Arial" w:cs="Arial"/>
          <w:b w:val="0"/>
          <w:noProof/>
          <w:sz w:val="20"/>
          <w:lang w:val="de-DE"/>
        </w:rPr>
        <w:t xml:space="preserve">Xaver Rupp atmet auf, als </w:t>
      </w:r>
      <w:r w:rsidR="000C465C">
        <w:rPr>
          <w:rFonts w:ascii="Arial" w:hAnsi="Arial" w:cs="Arial"/>
          <w:b w:val="0"/>
          <w:noProof/>
          <w:sz w:val="20"/>
          <w:lang w:val="de-DE"/>
        </w:rPr>
        <w:t>sein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Flugplatz </w:t>
      </w:r>
      <w:r w:rsidR="0078384A">
        <w:rPr>
          <w:rFonts w:ascii="Arial" w:hAnsi="Arial" w:cs="Arial"/>
          <w:b w:val="0"/>
          <w:noProof/>
          <w:sz w:val="20"/>
          <w:lang w:val="de-DE"/>
        </w:rPr>
        <w:t xml:space="preserve">pünktlich wieder </w:t>
      </w:r>
      <w:r w:rsidR="000C465C">
        <w:rPr>
          <w:rFonts w:ascii="Arial" w:hAnsi="Arial" w:cs="Arial"/>
          <w:b w:val="0"/>
          <w:noProof/>
          <w:sz w:val="20"/>
          <w:lang w:val="de-DE"/>
        </w:rPr>
        <w:t>für den Flugverkehr freigegeben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werden kann. Ihm ist die Entscheidung, </w:t>
      </w:r>
      <w:r w:rsidR="000C465C">
        <w:rPr>
          <w:rFonts w:ascii="Arial" w:hAnsi="Arial" w:cs="Arial"/>
          <w:b w:val="0"/>
          <w:noProof/>
          <w:sz w:val="20"/>
          <w:lang w:val="de-DE"/>
        </w:rPr>
        <w:t>ihn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für vier Monate komplett zu schließen, nicht leicht gefallen. Die Umbaumaßnahmen waren jedoch so umfassend, dass es keine andere Möglichkeit gab. </w:t>
      </w:r>
      <w:r w:rsidR="0078384A">
        <w:rPr>
          <w:rFonts w:ascii="Arial" w:hAnsi="Arial" w:cs="Arial"/>
          <w:b w:val="0"/>
          <w:noProof/>
          <w:sz w:val="20"/>
          <w:lang w:val="de-DE"/>
        </w:rPr>
        <w:t>D</w:t>
      </w:r>
      <w:r>
        <w:rPr>
          <w:rFonts w:ascii="Arial" w:hAnsi="Arial" w:cs="Arial"/>
          <w:b w:val="0"/>
          <w:noProof/>
          <w:sz w:val="20"/>
          <w:lang w:val="de-DE"/>
        </w:rPr>
        <w:t>ie asphaltierte</w:t>
      </w:r>
      <w:r w:rsidR="00150A1A">
        <w:rPr>
          <w:rFonts w:ascii="Arial" w:hAnsi="Arial" w:cs="Arial"/>
          <w:b w:val="0"/>
          <w:noProof/>
          <w:sz w:val="20"/>
          <w:lang w:val="de-DE"/>
        </w:rPr>
        <w:t xml:space="preserve">, </w:t>
      </w:r>
      <w:r w:rsidR="000C465C">
        <w:rPr>
          <w:rFonts w:ascii="Arial" w:hAnsi="Arial" w:cs="Arial"/>
          <w:b w:val="0"/>
          <w:noProof/>
          <w:sz w:val="20"/>
          <w:lang w:val="de-DE"/>
        </w:rPr>
        <w:t xml:space="preserve">rund </w:t>
      </w:r>
      <w:r w:rsidR="00150A1A">
        <w:rPr>
          <w:rFonts w:ascii="Arial" w:hAnsi="Arial" w:cs="Arial"/>
          <w:b w:val="0"/>
          <w:noProof/>
          <w:sz w:val="20"/>
          <w:lang w:val="de-DE"/>
        </w:rPr>
        <w:t xml:space="preserve">1 km lange </w:t>
      </w:r>
      <w:r>
        <w:rPr>
          <w:rFonts w:ascii="Arial" w:hAnsi="Arial" w:cs="Arial"/>
          <w:b w:val="0"/>
          <w:noProof/>
          <w:sz w:val="20"/>
          <w:lang w:val="de-DE"/>
        </w:rPr>
        <w:t xml:space="preserve">Start- und Landebahn </w:t>
      </w:r>
      <w:r w:rsidR="0078384A">
        <w:rPr>
          <w:rFonts w:ascii="Arial" w:hAnsi="Arial" w:cs="Arial"/>
          <w:b w:val="0"/>
          <w:noProof/>
          <w:sz w:val="20"/>
          <w:lang w:val="de-DE"/>
        </w:rPr>
        <w:t>musste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grundsaniert</w:t>
      </w:r>
      <w:r w:rsidR="0078384A">
        <w:rPr>
          <w:rFonts w:ascii="Arial" w:hAnsi="Arial" w:cs="Arial"/>
          <w:b w:val="0"/>
          <w:noProof/>
          <w:sz w:val="20"/>
          <w:lang w:val="de-DE"/>
        </w:rPr>
        <w:t xml:space="preserve"> werden.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Ebenso die </w:t>
      </w:r>
      <w:r w:rsidR="00150A1A">
        <w:rPr>
          <w:rFonts w:ascii="Arial" w:hAnsi="Arial" w:cs="Arial"/>
          <w:b w:val="0"/>
          <w:noProof/>
          <w:sz w:val="20"/>
          <w:lang w:val="de-DE"/>
        </w:rPr>
        <w:t>3,5 km langen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Rollwege. </w:t>
      </w:r>
      <w:r w:rsidR="00913212">
        <w:rPr>
          <w:rFonts w:ascii="Arial" w:hAnsi="Arial" w:cs="Arial"/>
          <w:b w:val="0"/>
          <w:noProof/>
          <w:sz w:val="20"/>
          <w:lang w:val="de-DE"/>
        </w:rPr>
        <w:t>Und um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die Kabeltrassen für </w:t>
      </w:r>
      <w:r w:rsidR="000C465C">
        <w:rPr>
          <w:rFonts w:ascii="Arial" w:hAnsi="Arial" w:cs="Arial"/>
          <w:b w:val="0"/>
          <w:noProof/>
          <w:sz w:val="20"/>
          <w:lang w:val="de-DE"/>
        </w:rPr>
        <w:t>die moder</w:t>
      </w:r>
      <w:r w:rsidR="00772102">
        <w:rPr>
          <w:rFonts w:ascii="Arial" w:hAnsi="Arial" w:cs="Arial"/>
          <w:b w:val="0"/>
          <w:noProof/>
          <w:sz w:val="20"/>
          <w:lang w:val="de-DE"/>
        </w:rPr>
        <w:t>n</w:t>
      </w:r>
      <w:r w:rsidR="000C465C">
        <w:rPr>
          <w:rFonts w:ascii="Arial" w:hAnsi="Arial" w:cs="Arial"/>
          <w:b w:val="0"/>
          <w:noProof/>
          <w:sz w:val="20"/>
          <w:lang w:val="de-DE"/>
        </w:rPr>
        <w:t>e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Befeuerungstechnik zu legen, musste auch die Graslandebahn komplett au</w:t>
      </w:r>
      <w:r w:rsidR="00150A1A">
        <w:rPr>
          <w:rFonts w:ascii="Arial" w:hAnsi="Arial" w:cs="Arial"/>
          <w:b w:val="0"/>
          <w:noProof/>
          <w:sz w:val="20"/>
          <w:lang w:val="de-DE"/>
        </w:rPr>
        <w:t>fgerissen und erneuert werden</w:t>
      </w:r>
      <w:r>
        <w:rPr>
          <w:rFonts w:ascii="Arial" w:hAnsi="Arial" w:cs="Arial"/>
          <w:b w:val="0"/>
          <w:noProof/>
          <w:sz w:val="20"/>
          <w:lang w:val="de-DE"/>
        </w:rPr>
        <w:t xml:space="preserve">. </w:t>
      </w:r>
      <w:r w:rsidR="00E760DB">
        <w:rPr>
          <w:rFonts w:ascii="Arial" w:hAnsi="Arial" w:cs="Arial"/>
          <w:b w:val="0"/>
          <w:noProof/>
          <w:sz w:val="20"/>
          <w:lang w:val="de-DE"/>
        </w:rPr>
        <w:t>Insgesamt 50.000 Tonnen Material wurden rückgebaut und neue Rollbahnen und Wege eingebaut.</w:t>
      </w:r>
    </w:p>
    <w:p w14:paraId="5DC24320" w14:textId="7F858A1D" w:rsidR="00EE6718" w:rsidRDefault="00EE6718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18B2087C" w14:textId="070CEBA2" w:rsidR="00EE6718" w:rsidRPr="00EE6718" w:rsidRDefault="00EE6718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Cs/>
          <w:noProof/>
          <w:sz w:val="20"/>
          <w:lang w:val="de-DE"/>
        </w:rPr>
      </w:pPr>
      <w:r w:rsidRPr="00EE6718">
        <w:rPr>
          <w:rFonts w:ascii="Arial" w:hAnsi="Arial" w:cs="Arial"/>
          <w:bCs/>
          <w:noProof/>
          <w:sz w:val="20"/>
          <w:lang w:val="de-DE"/>
        </w:rPr>
        <w:t>Nur eine Tragschicht – aber die muss sitzen</w:t>
      </w:r>
    </w:p>
    <w:p w14:paraId="05D492D9" w14:textId="32D2C5AE" w:rsidR="00D835A5" w:rsidRDefault="00D835A5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6DE8F722" w14:textId="15AEC6B9" w:rsidR="009F0BB4" w:rsidRDefault="00D835A5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>
        <w:rPr>
          <w:rFonts w:ascii="Arial" w:hAnsi="Arial" w:cs="Arial"/>
          <w:b w:val="0"/>
          <w:noProof/>
          <w:sz w:val="20"/>
          <w:lang w:val="de-DE"/>
        </w:rPr>
        <w:t>Der Zeitplan war entsprechend eng. Eine gute Planung aller Prozessschritte entsprechend Grundvoraussetzung. Jörg Pigorsch,</w:t>
      </w:r>
      <w:r w:rsidR="009F0BB4">
        <w:rPr>
          <w:rFonts w:ascii="Arial" w:hAnsi="Arial" w:cs="Arial"/>
          <w:b w:val="0"/>
          <w:noProof/>
          <w:sz w:val="20"/>
          <w:lang w:val="de-DE"/>
        </w:rPr>
        <w:t xml:space="preserve"> Oberbauleiter der Heitkamp Erd- und Straßenbau GmbH, weiß, wie man eine solche Baustelle meistert. Flugplatzbau ist sein Spezialgebiet. „Mit Eisen, Pin und Schnüren schafft man das nicht“, erläutert </w:t>
      </w:r>
      <w:r w:rsidR="00EE6718">
        <w:rPr>
          <w:rFonts w:ascii="Arial" w:hAnsi="Arial" w:cs="Arial"/>
          <w:b w:val="0"/>
          <w:noProof/>
          <w:sz w:val="20"/>
          <w:lang w:val="de-DE"/>
        </w:rPr>
        <w:t>er</w:t>
      </w:r>
      <w:r w:rsidR="009F0BB4">
        <w:rPr>
          <w:rFonts w:ascii="Arial" w:hAnsi="Arial" w:cs="Arial"/>
          <w:b w:val="0"/>
          <w:noProof/>
          <w:sz w:val="20"/>
          <w:lang w:val="de-DE"/>
        </w:rPr>
        <w:t xml:space="preserve">. „Wir haben das Festpunktnetz des Flughafens genutzt, um ein Geländemodell zu erzeugen, mit dem wir die Frostschutzschicht und später dann auch den Fertiger exakt in Lage und Höhe steuern </w:t>
      </w:r>
      <w:r w:rsidR="004C74CC">
        <w:rPr>
          <w:rFonts w:ascii="Arial" w:hAnsi="Arial" w:cs="Arial"/>
          <w:b w:val="0"/>
          <w:noProof/>
          <w:sz w:val="20"/>
          <w:lang w:val="de-DE"/>
        </w:rPr>
        <w:t>konnten</w:t>
      </w:r>
      <w:r w:rsidR="009F0BB4">
        <w:rPr>
          <w:rFonts w:ascii="Arial" w:hAnsi="Arial" w:cs="Arial"/>
          <w:b w:val="0"/>
          <w:noProof/>
          <w:sz w:val="20"/>
          <w:lang w:val="de-DE"/>
        </w:rPr>
        <w:t xml:space="preserve">. </w:t>
      </w:r>
      <w:r w:rsidR="004C74CC">
        <w:rPr>
          <w:rFonts w:ascii="Arial" w:hAnsi="Arial" w:cs="Arial"/>
          <w:b w:val="0"/>
          <w:noProof/>
          <w:sz w:val="20"/>
          <w:lang w:val="de-DE"/>
        </w:rPr>
        <w:t>Den</w:t>
      </w:r>
      <w:r w:rsidR="009F0BB4">
        <w:rPr>
          <w:rFonts w:ascii="Arial" w:hAnsi="Arial" w:cs="Arial"/>
          <w:b w:val="0"/>
          <w:noProof/>
          <w:sz w:val="20"/>
          <w:lang w:val="de-DE"/>
        </w:rPr>
        <w:t xml:space="preserve"> größ</w:t>
      </w:r>
      <w:r w:rsidR="00772102">
        <w:rPr>
          <w:rFonts w:ascii="Arial" w:hAnsi="Arial" w:cs="Arial"/>
          <w:b w:val="0"/>
          <w:noProof/>
          <w:sz w:val="20"/>
          <w:lang w:val="de-DE"/>
        </w:rPr>
        <w:t>t</w:t>
      </w:r>
      <w:r w:rsidR="009F0BB4">
        <w:rPr>
          <w:rFonts w:ascii="Arial" w:hAnsi="Arial" w:cs="Arial"/>
          <w:b w:val="0"/>
          <w:noProof/>
          <w:sz w:val="20"/>
          <w:lang w:val="de-DE"/>
        </w:rPr>
        <w:t>e</w:t>
      </w:r>
      <w:r w:rsidR="004C74CC">
        <w:rPr>
          <w:rFonts w:ascii="Arial" w:hAnsi="Arial" w:cs="Arial"/>
          <w:b w:val="0"/>
          <w:noProof/>
          <w:sz w:val="20"/>
          <w:lang w:val="de-DE"/>
        </w:rPr>
        <w:t>n</w:t>
      </w:r>
      <w:r w:rsidR="009F0BB4">
        <w:rPr>
          <w:rFonts w:ascii="Arial" w:hAnsi="Arial" w:cs="Arial"/>
          <w:b w:val="0"/>
          <w:noProof/>
          <w:sz w:val="20"/>
          <w:lang w:val="de-DE"/>
        </w:rPr>
        <w:t xml:space="preserve"> Zeitspar-Effekt </w:t>
      </w:r>
      <w:r w:rsidR="004C74CC">
        <w:rPr>
          <w:rFonts w:ascii="Arial" w:hAnsi="Arial" w:cs="Arial"/>
          <w:b w:val="0"/>
          <w:noProof/>
          <w:sz w:val="20"/>
          <w:lang w:val="de-DE"/>
        </w:rPr>
        <w:t xml:space="preserve">erhält man dann </w:t>
      </w:r>
      <w:r w:rsidR="009F0BB4">
        <w:rPr>
          <w:rFonts w:ascii="Arial" w:hAnsi="Arial" w:cs="Arial"/>
          <w:b w:val="0"/>
          <w:noProof/>
          <w:sz w:val="20"/>
          <w:lang w:val="de-DE"/>
        </w:rPr>
        <w:t>beim Schichtdecken-Aufbau. Zwei Tragschichten</w:t>
      </w:r>
      <w:r w:rsidR="00665B0C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9F0BB4">
        <w:rPr>
          <w:rFonts w:ascii="Arial" w:hAnsi="Arial" w:cs="Arial"/>
          <w:b w:val="0"/>
          <w:noProof/>
          <w:sz w:val="20"/>
          <w:lang w:val="de-DE"/>
        </w:rPr>
        <w:t xml:space="preserve">kosten Zeit. Da wir hier in Coburg keine sehr hohen Radlasten haben, </w:t>
      </w:r>
      <w:r w:rsidR="004C74CC">
        <w:rPr>
          <w:rFonts w:ascii="Arial" w:hAnsi="Arial" w:cs="Arial"/>
          <w:b w:val="0"/>
          <w:noProof/>
          <w:sz w:val="20"/>
          <w:lang w:val="de-DE"/>
        </w:rPr>
        <w:t>musste</w:t>
      </w:r>
      <w:r w:rsidR="009F0BB4">
        <w:rPr>
          <w:rFonts w:ascii="Arial" w:hAnsi="Arial" w:cs="Arial"/>
          <w:b w:val="0"/>
          <w:noProof/>
          <w:sz w:val="20"/>
          <w:lang w:val="de-DE"/>
        </w:rPr>
        <w:t xml:space="preserve"> eine Tragschicht</w:t>
      </w:r>
      <w:r w:rsidR="004C74CC">
        <w:rPr>
          <w:rFonts w:ascii="Arial" w:hAnsi="Arial" w:cs="Arial"/>
          <w:b w:val="0"/>
          <w:noProof/>
          <w:sz w:val="20"/>
          <w:lang w:val="de-DE"/>
        </w:rPr>
        <w:t xml:space="preserve"> genügen</w:t>
      </w:r>
      <w:r w:rsidR="009F0BB4">
        <w:rPr>
          <w:rFonts w:ascii="Arial" w:hAnsi="Arial" w:cs="Arial"/>
          <w:b w:val="0"/>
          <w:noProof/>
          <w:sz w:val="20"/>
          <w:lang w:val="de-DE"/>
        </w:rPr>
        <w:t>.“</w:t>
      </w:r>
    </w:p>
    <w:p w14:paraId="340B1A70" w14:textId="225C5C50" w:rsidR="009F0BB4" w:rsidRDefault="009F0BB4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5316356D" w14:textId="6884D64F" w:rsidR="00E760DB" w:rsidRDefault="009F2F68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>
        <w:rPr>
          <w:rFonts w:ascii="Arial" w:hAnsi="Arial" w:cs="Arial"/>
          <w:b w:val="0"/>
          <w:noProof/>
          <w:snapToGrid/>
          <w:sz w:val="20"/>
          <w:lang w:val="de-DE"/>
        </w:rPr>
        <w:lastRenderedPageBreak/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030D21DE" wp14:editId="62C2208D">
                <wp:simplePos x="0" y="0"/>
                <wp:positionH relativeFrom="column">
                  <wp:posOffset>4991200</wp:posOffset>
                </wp:positionH>
                <wp:positionV relativeFrom="paragraph">
                  <wp:posOffset>-88365</wp:posOffset>
                </wp:positionV>
                <wp:extent cx="1439545" cy="2610853"/>
                <wp:effectExtent l="0" t="0" r="0" b="5715"/>
                <wp:wrapNone/>
                <wp:docPr id="38" name="Gruppieren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2610853"/>
                          <a:chOff x="0" y="0"/>
                          <a:chExt cx="1439545" cy="2610853"/>
                        </a:xfrm>
                      </wpg:grpSpPr>
                      <pic:pic xmlns:pic="http://schemas.openxmlformats.org/drawingml/2006/picture">
                        <pic:nvPicPr>
                          <pic:cNvPr id="18" name="Grafik 18" descr="Ein Bild, das Person, Mann, draußen, Boden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956511"/>
                            <a:ext cx="1439545" cy="9607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Grafik 23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9607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Text Box 63"/>
                        <wps:cNvSpPr txBox="1">
                          <a:spLocks/>
                        </wps:cNvSpPr>
                        <wps:spPr bwMode="auto">
                          <a:xfrm>
                            <a:off x="0" y="1997242"/>
                            <a:ext cx="1439545" cy="6136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7DA3E4FB" w14:textId="3A69072F" w:rsidR="006357F9" w:rsidRPr="005F6114" w:rsidRDefault="006357F9" w:rsidP="006357F9">
                              <w:pPr>
                                <w:rPr>
                                  <w:rFonts w:ascii="Arial" w:hAnsi="Arial" w:cs="Arial"/>
                                  <w:b/>
                                  <w:sz w:val="14"/>
                                  <w:lang w:eastAsia="ar-S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4"/>
                                  <w:lang w:eastAsia="ar-SA"/>
                                </w:rPr>
                                <w:t>T2214_KontrolleMitRoverstab</w:t>
                              </w:r>
                              <w:r w:rsidRPr="005F6114">
                                <w:rPr>
                                  <w:rFonts w:ascii="Arial" w:hAnsi="Arial" w:cs="Arial"/>
                                  <w:b/>
                                  <w:sz w:val="14"/>
                                  <w:lang w:eastAsia="ar-SA"/>
                                </w:rPr>
                                <w:t>.jpg</w:t>
                              </w:r>
                            </w:p>
                            <w:p w14:paraId="13947729" w14:textId="5DA176CC" w:rsidR="006357F9" w:rsidRPr="005F6114" w:rsidRDefault="007D673F" w:rsidP="006357F9">
                              <w:pPr>
                                <w:tabs>
                                  <w:tab w:val="left" w:pos="5670"/>
                                </w:tabs>
                                <w:spacing w:line="264" w:lineRule="auto"/>
                                <w:rPr>
                                  <w:rFonts w:ascii="Arial" w:hAnsi="Arial" w:cs="Arial"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4"/>
                                </w:rPr>
                                <w:t xml:space="preserve">Die Höhe passt perfekt. Die Kontrolle mit dem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4"/>
                                </w:rPr>
                                <w:t>Topcon-Roverstab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4"/>
                                </w:rPr>
                                <w:t xml:space="preserve"> bestätigt den gelungenen Einbau.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0D21DE" id="Gruppieren 38" o:spid="_x0000_s1043" style="position:absolute;margin-left:393pt;margin-top:-6.95pt;width:113.35pt;height:205.6pt;z-index:251675136" coordsize="14395,26108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">
                <v:shape id="Grafik 18" o:spid="_x0000_s1044" type="#_x0000_t75" alt="Ein Bild, das Person, Mann, draußen, Boden enthält.&#10;&#10;Automatisch generierte Beschreibung" style="position:absolute;top:9565;width:14395;height:96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">
                  <v:imagedata r:id="rId20" o:title="Ein Bild, das Person, Mann, draußen, Boden enthält"/>
                </v:shape>
                <v:shape id="Grafik 23" o:spid="_x0000_s1045" type="#_x0000_t75" style="position:absolute;width:14395;height:96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">
                  <v:imagedata r:id="rId21" o:title=""/>
                </v:shape>
                <v:shape id="Text Box 63" o:spid="_x0000_s1046" type="#_x0000_t202" style="position:absolute;top:19972;width:14395;height:613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" stroked="f">
                  <v:textbox inset="0,0,0,0">
                    <w:txbxContent>
                      <w:p w14:paraId="7DA3E4FB" w14:textId="3A69072F" w:rsidR="006357F9" w:rsidRPr="005F6114" w:rsidRDefault="006357F9" w:rsidP="006357F9">
                        <w:pPr>
                          <w:rPr>
                            <w:rFonts w:ascii="Arial" w:hAnsi="Arial" w:cs="Arial"/>
                            <w:b/>
                            <w:sz w:val="14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4"/>
                            <w:lang w:eastAsia="ar-SA"/>
                          </w:rPr>
                          <w:t>T2214_</w:t>
                        </w:r>
                        <w:r>
                          <w:rPr>
                            <w:rFonts w:ascii="Arial" w:hAnsi="Arial" w:cs="Arial"/>
                            <w:b/>
                            <w:sz w:val="14"/>
                            <w:lang w:eastAsia="ar-SA"/>
                          </w:rPr>
                          <w:t>KontrolleMitRoverstab</w:t>
                        </w:r>
                        <w:r w:rsidRPr="005F6114">
                          <w:rPr>
                            <w:rFonts w:ascii="Arial" w:hAnsi="Arial" w:cs="Arial"/>
                            <w:b/>
                            <w:sz w:val="14"/>
                            <w:lang w:eastAsia="ar-SA"/>
                          </w:rPr>
                          <w:t>.jpg</w:t>
                        </w:r>
                      </w:p>
                      <w:p w14:paraId="13947729" w14:textId="5DA176CC" w:rsidR="006357F9" w:rsidRPr="005F6114" w:rsidRDefault="007D673F" w:rsidP="006357F9">
                        <w:pPr>
                          <w:tabs>
                            <w:tab w:val="left" w:pos="5670"/>
                          </w:tabs>
                          <w:spacing w:line="264" w:lineRule="auto"/>
                          <w:rPr>
                            <w:rFonts w:ascii="Arial" w:hAnsi="Arial" w:cs="Arial"/>
                            <w:sz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</w:rPr>
                          <w:t>Die Höhe passt perfekt. Die Kontrolle mit dem Topcon-Roverstab bestätigt den gelungenen Einbau.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760DB">
        <w:rPr>
          <w:rFonts w:ascii="Arial" w:hAnsi="Arial" w:cs="Arial"/>
          <w:b w:val="0"/>
          <w:noProof/>
          <w:sz w:val="20"/>
          <w:lang w:val="de-DE"/>
        </w:rPr>
        <w:t xml:space="preserve">Die Brandensteinebene, in der dieser </w:t>
      </w:r>
      <w:r w:rsidR="00CC0ADD">
        <w:rPr>
          <w:rFonts w:ascii="Arial" w:hAnsi="Arial" w:cs="Arial"/>
          <w:b w:val="0"/>
          <w:noProof/>
          <w:sz w:val="20"/>
          <w:lang w:val="de-DE"/>
        </w:rPr>
        <w:t>Flugplatz</w:t>
      </w:r>
      <w:r w:rsidR="00E760DB">
        <w:rPr>
          <w:rFonts w:ascii="Arial" w:hAnsi="Arial" w:cs="Arial"/>
          <w:b w:val="0"/>
          <w:noProof/>
          <w:sz w:val="20"/>
          <w:lang w:val="de-DE"/>
        </w:rPr>
        <w:t xml:space="preserve"> liegt, ist </w:t>
      </w:r>
      <w:r w:rsidR="00665B0C">
        <w:rPr>
          <w:rFonts w:ascii="Arial" w:hAnsi="Arial" w:cs="Arial"/>
          <w:b w:val="0"/>
          <w:noProof/>
          <w:sz w:val="20"/>
          <w:lang w:val="de-DE"/>
        </w:rPr>
        <w:t xml:space="preserve">jedoch </w:t>
      </w:r>
      <w:r w:rsidR="00E760DB">
        <w:rPr>
          <w:rFonts w:ascii="Arial" w:hAnsi="Arial" w:cs="Arial"/>
          <w:b w:val="0"/>
          <w:noProof/>
          <w:sz w:val="20"/>
          <w:lang w:val="de-DE"/>
        </w:rPr>
        <w:t xml:space="preserve">eine steinige Herausforderung. </w:t>
      </w:r>
      <w:r w:rsidR="00967295">
        <w:rPr>
          <w:rFonts w:ascii="Arial" w:hAnsi="Arial" w:cs="Arial"/>
          <w:b w:val="0"/>
          <w:noProof/>
          <w:sz w:val="20"/>
          <w:lang w:val="de-DE"/>
        </w:rPr>
        <w:t xml:space="preserve">Durch die Entscheidung für nur eine Tragschicht, </w:t>
      </w:r>
      <w:r w:rsidR="00BC2C87">
        <w:rPr>
          <w:rFonts w:ascii="Arial" w:hAnsi="Arial" w:cs="Arial"/>
          <w:b w:val="0"/>
          <w:noProof/>
          <w:sz w:val="20"/>
          <w:lang w:val="de-DE"/>
        </w:rPr>
        <w:t>fehlt die zweite</w:t>
      </w:r>
      <w:r w:rsidR="00967295">
        <w:rPr>
          <w:rFonts w:ascii="Arial" w:hAnsi="Arial" w:cs="Arial"/>
          <w:b w:val="0"/>
          <w:noProof/>
          <w:sz w:val="20"/>
          <w:lang w:val="de-DE"/>
        </w:rPr>
        <w:t xml:space="preserve">, </w:t>
      </w:r>
      <w:r w:rsidR="00542A20">
        <w:rPr>
          <w:rFonts w:ascii="Arial" w:hAnsi="Arial" w:cs="Arial"/>
          <w:b w:val="0"/>
          <w:noProof/>
          <w:sz w:val="20"/>
          <w:lang w:val="de-DE"/>
        </w:rPr>
        <w:t>die Unregelmäßigkeiten</w:t>
      </w:r>
      <w:r w:rsidR="00BC2C87">
        <w:rPr>
          <w:rFonts w:ascii="Arial" w:hAnsi="Arial" w:cs="Arial"/>
          <w:b w:val="0"/>
          <w:noProof/>
          <w:sz w:val="20"/>
          <w:lang w:val="de-DE"/>
        </w:rPr>
        <w:t xml:space="preserve"> ausgleichen könnte</w:t>
      </w:r>
      <w:r w:rsidR="00542A20">
        <w:rPr>
          <w:rFonts w:ascii="Arial" w:hAnsi="Arial" w:cs="Arial"/>
          <w:b w:val="0"/>
          <w:noProof/>
          <w:sz w:val="20"/>
          <w:lang w:val="de-DE"/>
        </w:rPr>
        <w:t xml:space="preserve">. „So eine dünne Tragschicht auf so einem </w:t>
      </w:r>
      <w:r w:rsidR="00E760DB">
        <w:rPr>
          <w:rFonts w:ascii="Arial" w:hAnsi="Arial" w:cs="Arial"/>
          <w:b w:val="0"/>
          <w:noProof/>
          <w:sz w:val="20"/>
          <w:lang w:val="de-DE"/>
        </w:rPr>
        <w:t>unberechenbaren</w:t>
      </w:r>
      <w:r w:rsidR="00542A20">
        <w:rPr>
          <w:rFonts w:ascii="Arial" w:hAnsi="Arial" w:cs="Arial"/>
          <w:b w:val="0"/>
          <w:noProof/>
          <w:sz w:val="20"/>
          <w:lang w:val="de-DE"/>
        </w:rPr>
        <w:t xml:space="preserve"> Untergrund</w:t>
      </w:r>
      <w:r w:rsidR="00E760DB">
        <w:rPr>
          <w:rFonts w:ascii="Arial" w:hAnsi="Arial" w:cs="Arial"/>
          <w:b w:val="0"/>
          <w:noProof/>
          <w:sz w:val="20"/>
          <w:lang w:val="de-DE"/>
        </w:rPr>
        <w:t>!</w:t>
      </w:r>
      <w:r w:rsidR="00542A20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635EAD">
        <w:rPr>
          <w:rFonts w:ascii="Arial" w:hAnsi="Arial" w:cs="Arial"/>
          <w:b w:val="0"/>
          <w:noProof/>
          <w:sz w:val="20"/>
          <w:lang w:val="de-DE"/>
        </w:rPr>
        <w:t>Da</w:t>
      </w:r>
      <w:r w:rsidR="00542A20">
        <w:rPr>
          <w:rFonts w:ascii="Arial" w:hAnsi="Arial" w:cs="Arial"/>
          <w:b w:val="0"/>
          <w:noProof/>
          <w:sz w:val="20"/>
          <w:lang w:val="de-DE"/>
        </w:rPr>
        <w:t xml:space="preserve"> musste</w:t>
      </w:r>
      <w:r w:rsidR="00461053">
        <w:rPr>
          <w:rFonts w:ascii="Arial" w:hAnsi="Arial" w:cs="Arial"/>
          <w:b w:val="0"/>
          <w:noProof/>
          <w:sz w:val="20"/>
          <w:lang w:val="de-DE"/>
        </w:rPr>
        <w:t>n wir</w:t>
      </w:r>
      <w:r w:rsidR="00542A20">
        <w:rPr>
          <w:rFonts w:ascii="Arial" w:hAnsi="Arial" w:cs="Arial"/>
          <w:b w:val="0"/>
          <w:noProof/>
          <w:sz w:val="20"/>
          <w:lang w:val="de-DE"/>
        </w:rPr>
        <w:t xml:space="preserve"> von Anfang an sehr eben </w:t>
      </w:r>
      <w:r w:rsidR="00EE6718">
        <w:rPr>
          <w:rFonts w:ascii="Arial" w:hAnsi="Arial" w:cs="Arial"/>
          <w:b w:val="0"/>
          <w:noProof/>
          <w:sz w:val="20"/>
          <w:lang w:val="de-DE"/>
        </w:rPr>
        <w:t>einbauen</w:t>
      </w:r>
      <w:r w:rsidR="00542A20">
        <w:rPr>
          <w:rFonts w:ascii="Arial" w:hAnsi="Arial" w:cs="Arial"/>
          <w:b w:val="0"/>
          <w:noProof/>
          <w:sz w:val="20"/>
          <w:lang w:val="de-DE"/>
        </w:rPr>
        <w:t xml:space="preserve">. 9 cm sind </w:t>
      </w:r>
      <w:r w:rsidR="009E57B4">
        <w:rPr>
          <w:rFonts w:ascii="Arial" w:hAnsi="Arial" w:cs="Arial"/>
          <w:b w:val="0"/>
          <w:noProof/>
          <w:sz w:val="20"/>
          <w:lang w:val="de-DE"/>
        </w:rPr>
        <w:t xml:space="preserve">da </w:t>
      </w:r>
      <w:r w:rsidR="00706D35">
        <w:rPr>
          <w:rFonts w:ascii="Arial" w:hAnsi="Arial" w:cs="Arial"/>
          <w:b w:val="0"/>
          <w:noProof/>
          <w:sz w:val="20"/>
          <w:lang w:val="de-DE"/>
        </w:rPr>
        <w:t xml:space="preserve">so </w:t>
      </w:r>
      <w:r w:rsidR="00542A20">
        <w:rPr>
          <w:rFonts w:ascii="Arial" w:hAnsi="Arial" w:cs="Arial"/>
          <w:b w:val="0"/>
          <w:noProof/>
          <w:sz w:val="20"/>
          <w:lang w:val="de-DE"/>
        </w:rPr>
        <w:t>gut wie gar nichts, wenn man nur eine Toleranz von 1 bis 2 cm hat</w:t>
      </w:r>
      <w:r w:rsidR="00816A4A">
        <w:rPr>
          <w:rFonts w:ascii="Arial" w:hAnsi="Arial" w:cs="Arial"/>
          <w:b w:val="0"/>
          <w:noProof/>
          <w:sz w:val="20"/>
          <w:lang w:val="de-DE"/>
        </w:rPr>
        <w:t>“, erklärt Pigorsch.</w:t>
      </w:r>
    </w:p>
    <w:p w14:paraId="635DC9AE" w14:textId="1A5F9CDE" w:rsidR="0029076E" w:rsidRDefault="0029076E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6111B91A" w14:textId="72BC2EB9" w:rsidR="00EE6718" w:rsidRPr="00EE6718" w:rsidRDefault="00EE6718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Cs/>
          <w:noProof/>
          <w:sz w:val="20"/>
          <w:lang w:val="de-DE"/>
        </w:rPr>
      </w:pPr>
      <w:r w:rsidRPr="00EE6718">
        <w:rPr>
          <w:rFonts w:ascii="Arial" w:hAnsi="Arial" w:cs="Arial"/>
          <w:bCs/>
          <w:noProof/>
          <w:sz w:val="20"/>
          <w:lang w:val="de-DE"/>
        </w:rPr>
        <w:t xml:space="preserve">Mit drei </w:t>
      </w:r>
      <w:r>
        <w:rPr>
          <w:rFonts w:ascii="Arial" w:hAnsi="Arial" w:cs="Arial"/>
          <w:bCs/>
          <w:noProof/>
          <w:sz w:val="20"/>
          <w:lang w:val="de-DE"/>
        </w:rPr>
        <w:t>Topcon</w:t>
      </w:r>
      <w:r w:rsidR="00772102">
        <w:rPr>
          <w:rFonts w:ascii="Arial" w:hAnsi="Arial" w:cs="Arial"/>
          <w:bCs/>
          <w:noProof/>
          <w:sz w:val="20"/>
          <w:lang w:val="de-DE"/>
        </w:rPr>
        <w:t xml:space="preserve"> </w:t>
      </w:r>
      <w:r w:rsidRPr="00EE6718">
        <w:rPr>
          <w:rFonts w:ascii="Arial" w:hAnsi="Arial" w:cs="Arial"/>
          <w:bCs/>
          <w:noProof/>
          <w:sz w:val="20"/>
          <w:lang w:val="de-DE"/>
        </w:rPr>
        <w:t>Tachymetern nach Sollmodell</w:t>
      </w:r>
    </w:p>
    <w:p w14:paraId="1591EDE1" w14:textId="77777777" w:rsidR="00EE6718" w:rsidRDefault="00EE6718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7AA1D4C9" w14:textId="408830F3" w:rsidR="0029076E" w:rsidRDefault="0029076E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>
        <w:rPr>
          <w:rFonts w:ascii="Arial" w:hAnsi="Arial" w:cs="Arial"/>
          <w:b w:val="0"/>
          <w:noProof/>
          <w:sz w:val="20"/>
          <w:lang w:val="de-DE"/>
        </w:rPr>
        <w:t xml:space="preserve">Mit einer 3D-Fertigersteuerung von Topcon ging es ans Werk. </w:t>
      </w:r>
      <w:r w:rsidR="00B21A2F">
        <w:rPr>
          <w:rFonts w:ascii="Arial" w:hAnsi="Arial" w:cs="Arial"/>
          <w:b w:val="0"/>
          <w:noProof/>
          <w:sz w:val="20"/>
          <w:lang w:val="de-DE"/>
        </w:rPr>
        <w:t xml:space="preserve">Gefahren wurde nach dem 3D-Geländemodell. </w:t>
      </w:r>
      <w:r w:rsidR="00665B0C">
        <w:rPr>
          <w:rFonts w:ascii="Arial" w:hAnsi="Arial" w:cs="Arial"/>
          <w:b w:val="0"/>
          <w:noProof/>
          <w:sz w:val="20"/>
          <w:lang w:val="de-DE"/>
        </w:rPr>
        <w:t>Drei Tachymeter, darunter zwei</w:t>
      </w:r>
      <w:r w:rsidR="00967295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665B0C">
        <w:rPr>
          <w:rFonts w:ascii="Arial" w:hAnsi="Arial" w:cs="Arial"/>
          <w:b w:val="0"/>
          <w:noProof/>
          <w:sz w:val="20"/>
          <w:lang w:val="de-DE"/>
        </w:rPr>
        <w:t xml:space="preserve">neue </w:t>
      </w:r>
      <w:r w:rsidR="00967295">
        <w:rPr>
          <w:rFonts w:ascii="Arial" w:hAnsi="Arial" w:cs="Arial"/>
          <w:b w:val="0"/>
          <w:noProof/>
          <w:sz w:val="20"/>
          <w:lang w:val="de-DE"/>
        </w:rPr>
        <w:t>GT-1201</w:t>
      </w:r>
      <w:r w:rsidR="00EE6718">
        <w:rPr>
          <w:rFonts w:ascii="Arial" w:hAnsi="Arial" w:cs="Arial"/>
          <w:b w:val="0"/>
          <w:noProof/>
          <w:sz w:val="20"/>
          <w:lang w:val="de-DE"/>
        </w:rPr>
        <w:t xml:space="preserve">, </w:t>
      </w:r>
      <w:r w:rsidR="00967295">
        <w:rPr>
          <w:rFonts w:ascii="Arial" w:hAnsi="Arial" w:cs="Arial"/>
          <w:b w:val="0"/>
          <w:noProof/>
          <w:sz w:val="20"/>
          <w:lang w:val="de-DE"/>
        </w:rPr>
        <w:t xml:space="preserve">steuerten den gesamten Prozess fortlaufend nach </w:t>
      </w:r>
      <w:r w:rsidR="006D787F">
        <w:rPr>
          <w:rFonts w:ascii="Arial" w:hAnsi="Arial" w:cs="Arial"/>
          <w:b w:val="0"/>
          <w:noProof/>
          <w:sz w:val="20"/>
          <w:lang w:val="de-DE"/>
        </w:rPr>
        <w:t>Soll</w:t>
      </w:r>
      <w:r w:rsidR="00967295">
        <w:rPr>
          <w:rFonts w:ascii="Arial" w:hAnsi="Arial" w:cs="Arial"/>
          <w:b w:val="0"/>
          <w:noProof/>
          <w:sz w:val="20"/>
          <w:lang w:val="de-DE"/>
        </w:rPr>
        <w:t xml:space="preserve">. </w:t>
      </w:r>
      <w:r w:rsidR="00B21A2F">
        <w:rPr>
          <w:rFonts w:ascii="Arial" w:hAnsi="Arial" w:cs="Arial"/>
          <w:b w:val="0"/>
          <w:noProof/>
          <w:sz w:val="20"/>
          <w:lang w:val="de-DE"/>
        </w:rPr>
        <w:t>„Diese hoch präzise</w:t>
      </w:r>
      <w:r w:rsidR="00EE6718">
        <w:rPr>
          <w:rFonts w:ascii="Arial" w:hAnsi="Arial" w:cs="Arial"/>
          <w:b w:val="0"/>
          <w:noProof/>
          <w:sz w:val="20"/>
          <w:lang w:val="de-DE"/>
        </w:rPr>
        <w:t>n</w:t>
      </w:r>
      <w:r w:rsidR="00B21A2F">
        <w:rPr>
          <w:rFonts w:ascii="Arial" w:hAnsi="Arial" w:cs="Arial"/>
          <w:b w:val="0"/>
          <w:noProof/>
          <w:sz w:val="20"/>
          <w:lang w:val="de-DE"/>
        </w:rPr>
        <w:t xml:space="preserve"> 1-Sekunden-Gerät</w:t>
      </w:r>
      <w:r w:rsidR="00EE6718">
        <w:rPr>
          <w:rFonts w:ascii="Arial" w:hAnsi="Arial" w:cs="Arial"/>
          <w:b w:val="0"/>
          <w:noProof/>
          <w:sz w:val="20"/>
          <w:lang w:val="de-DE"/>
        </w:rPr>
        <w:t>e</w:t>
      </w:r>
      <w:r w:rsidR="00B21A2F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EE6718">
        <w:rPr>
          <w:rFonts w:ascii="Arial" w:hAnsi="Arial" w:cs="Arial"/>
          <w:b w:val="0"/>
          <w:noProof/>
          <w:sz w:val="20"/>
          <w:lang w:val="de-DE"/>
        </w:rPr>
        <w:t>sind</w:t>
      </w:r>
      <w:r w:rsidR="00B21A2F">
        <w:rPr>
          <w:rFonts w:ascii="Arial" w:hAnsi="Arial" w:cs="Arial"/>
          <w:b w:val="0"/>
          <w:noProof/>
          <w:sz w:val="20"/>
          <w:lang w:val="de-DE"/>
        </w:rPr>
        <w:t xml:space="preserve"> das Beste, was es derzeit von Topcon gibt</w:t>
      </w:r>
      <w:r w:rsidR="00967295">
        <w:rPr>
          <w:rFonts w:ascii="Arial" w:hAnsi="Arial" w:cs="Arial"/>
          <w:b w:val="0"/>
          <w:noProof/>
          <w:sz w:val="20"/>
          <w:lang w:val="de-DE"/>
        </w:rPr>
        <w:t>“, so Jörg Gonzweski,</w:t>
      </w:r>
      <w:r w:rsidR="00772102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967295">
        <w:rPr>
          <w:rFonts w:ascii="Arial" w:hAnsi="Arial" w:cs="Arial"/>
          <w:b w:val="0"/>
          <w:noProof/>
          <w:sz w:val="20"/>
          <w:lang w:val="de-DE"/>
        </w:rPr>
        <w:t>Key Account des Topcon</w:t>
      </w:r>
      <w:r w:rsidR="00772102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967295">
        <w:rPr>
          <w:rFonts w:ascii="Arial" w:hAnsi="Arial" w:cs="Arial"/>
          <w:b w:val="0"/>
          <w:noProof/>
          <w:sz w:val="20"/>
          <w:lang w:val="de-DE"/>
        </w:rPr>
        <w:t>Händlers AP Deutschland GmbH. „</w:t>
      </w:r>
      <w:r w:rsidR="00B21A2F">
        <w:rPr>
          <w:rFonts w:ascii="Arial" w:hAnsi="Arial" w:cs="Arial"/>
          <w:b w:val="0"/>
          <w:noProof/>
          <w:sz w:val="20"/>
          <w:lang w:val="de-DE"/>
        </w:rPr>
        <w:t xml:space="preserve">Für die Weiterfahrt musste der </w:t>
      </w:r>
      <w:r w:rsidR="00967295">
        <w:rPr>
          <w:rFonts w:ascii="Arial" w:hAnsi="Arial" w:cs="Arial"/>
          <w:b w:val="0"/>
          <w:noProof/>
          <w:sz w:val="20"/>
          <w:lang w:val="de-DE"/>
        </w:rPr>
        <w:t xml:space="preserve">nächste </w:t>
      </w:r>
      <w:r w:rsidR="00B21A2F">
        <w:rPr>
          <w:rFonts w:ascii="Arial" w:hAnsi="Arial" w:cs="Arial"/>
          <w:b w:val="0"/>
          <w:noProof/>
          <w:sz w:val="20"/>
          <w:lang w:val="de-DE"/>
        </w:rPr>
        <w:t xml:space="preserve">Tachymeter nur kurz angewählt werden und der Fertiger konnte nach </w:t>
      </w:r>
      <w:r w:rsidR="00967295">
        <w:rPr>
          <w:rFonts w:ascii="Arial" w:hAnsi="Arial" w:cs="Arial"/>
          <w:b w:val="0"/>
          <w:noProof/>
          <w:sz w:val="20"/>
          <w:lang w:val="de-DE"/>
        </w:rPr>
        <w:t>zwei</w:t>
      </w:r>
      <w:r w:rsidR="00B21A2F">
        <w:rPr>
          <w:rFonts w:ascii="Arial" w:hAnsi="Arial" w:cs="Arial"/>
          <w:b w:val="0"/>
          <w:noProof/>
          <w:sz w:val="20"/>
          <w:lang w:val="de-DE"/>
        </w:rPr>
        <w:t xml:space="preserve"> Minuten schon wieder </w:t>
      </w:r>
      <w:r w:rsidR="00DA46D8">
        <w:rPr>
          <w:rFonts w:ascii="Arial" w:hAnsi="Arial" w:cs="Arial"/>
          <w:b w:val="0"/>
          <w:noProof/>
          <w:sz w:val="20"/>
          <w:lang w:val="de-DE"/>
        </w:rPr>
        <w:t>exakt</w:t>
      </w:r>
      <w:r w:rsidR="00B21A2F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70717D">
        <w:rPr>
          <w:rFonts w:ascii="Arial" w:hAnsi="Arial" w:cs="Arial"/>
          <w:b w:val="0"/>
          <w:noProof/>
          <w:sz w:val="20"/>
          <w:lang w:val="de-DE"/>
        </w:rPr>
        <w:t xml:space="preserve">positioniert </w:t>
      </w:r>
      <w:r w:rsidR="00B21A2F">
        <w:rPr>
          <w:rFonts w:ascii="Arial" w:hAnsi="Arial" w:cs="Arial"/>
          <w:b w:val="0"/>
          <w:noProof/>
          <w:sz w:val="20"/>
          <w:lang w:val="de-DE"/>
        </w:rPr>
        <w:t>weiterfahren.“</w:t>
      </w:r>
    </w:p>
    <w:p w14:paraId="549DD3FB" w14:textId="77777777" w:rsidR="00E760DB" w:rsidRDefault="00E760DB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22ACE741" w14:textId="5CB0D851" w:rsidR="00D835A5" w:rsidRDefault="00E760DB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>
        <w:rPr>
          <w:rFonts w:ascii="Arial" w:hAnsi="Arial" w:cs="Arial"/>
          <w:b w:val="0"/>
          <w:noProof/>
          <w:sz w:val="20"/>
          <w:lang w:val="de-DE"/>
        </w:rPr>
        <w:t xml:space="preserve">Nach </w:t>
      </w:r>
      <w:r w:rsidR="00967295">
        <w:rPr>
          <w:rFonts w:ascii="Arial" w:hAnsi="Arial" w:cs="Arial"/>
          <w:b w:val="0"/>
          <w:noProof/>
          <w:sz w:val="20"/>
          <w:lang w:val="de-DE"/>
        </w:rPr>
        <w:t xml:space="preserve">nur </w:t>
      </w:r>
      <w:r>
        <w:rPr>
          <w:rFonts w:ascii="Arial" w:hAnsi="Arial" w:cs="Arial"/>
          <w:b w:val="0"/>
          <w:noProof/>
          <w:sz w:val="20"/>
          <w:lang w:val="de-DE"/>
        </w:rPr>
        <w:t xml:space="preserve">drei Tagen </w:t>
      </w:r>
      <w:r w:rsidR="00085DC5">
        <w:rPr>
          <w:rFonts w:ascii="Arial" w:hAnsi="Arial" w:cs="Arial"/>
          <w:b w:val="0"/>
          <w:noProof/>
          <w:sz w:val="20"/>
          <w:lang w:val="de-DE"/>
        </w:rPr>
        <w:t>lag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die komplette Tragschicht</w:t>
      </w:r>
      <w:r w:rsidR="00EE6718">
        <w:rPr>
          <w:rFonts w:ascii="Arial" w:hAnsi="Arial" w:cs="Arial"/>
          <w:b w:val="0"/>
          <w:noProof/>
          <w:sz w:val="20"/>
          <w:lang w:val="de-DE"/>
        </w:rPr>
        <w:t xml:space="preserve"> der rund 1 km langen Start-/Landebahn</w:t>
      </w:r>
      <w:r>
        <w:rPr>
          <w:rFonts w:ascii="Arial" w:hAnsi="Arial" w:cs="Arial"/>
          <w:b w:val="0"/>
          <w:noProof/>
          <w:sz w:val="20"/>
          <w:lang w:val="de-DE"/>
        </w:rPr>
        <w:t xml:space="preserve">. </w:t>
      </w:r>
      <w:r w:rsidR="00665B0C">
        <w:rPr>
          <w:rFonts w:ascii="Arial" w:hAnsi="Arial" w:cs="Arial"/>
          <w:b w:val="0"/>
          <w:noProof/>
          <w:sz w:val="20"/>
          <w:lang w:val="de-DE"/>
        </w:rPr>
        <w:t>„</w:t>
      </w:r>
      <w:r w:rsidR="0070717D">
        <w:rPr>
          <w:rFonts w:ascii="Arial" w:hAnsi="Arial" w:cs="Arial"/>
          <w:b w:val="0"/>
          <w:noProof/>
          <w:sz w:val="20"/>
          <w:lang w:val="de-DE"/>
        </w:rPr>
        <w:t>Und die war einfach perfekt</w:t>
      </w:r>
      <w:r w:rsidR="00967295">
        <w:rPr>
          <w:rFonts w:ascii="Arial" w:hAnsi="Arial" w:cs="Arial"/>
          <w:b w:val="0"/>
          <w:noProof/>
          <w:sz w:val="20"/>
          <w:lang w:val="de-DE"/>
        </w:rPr>
        <w:t>“, freut sich Rupp. „</w:t>
      </w:r>
      <w:r w:rsidR="00542A20">
        <w:rPr>
          <w:rFonts w:ascii="Arial" w:hAnsi="Arial" w:cs="Arial"/>
          <w:b w:val="0"/>
          <w:noProof/>
          <w:sz w:val="20"/>
          <w:lang w:val="de-DE"/>
        </w:rPr>
        <w:t xml:space="preserve">Ich war überrascht, wie gut das mit </w:t>
      </w:r>
      <w:r w:rsidR="00B21A2F">
        <w:rPr>
          <w:rFonts w:ascii="Arial" w:hAnsi="Arial" w:cs="Arial"/>
          <w:b w:val="0"/>
          <w:noProof/>
          <w:sz w:val="20"/>
          <w:lang w:val="de-DE"/>
        </w:rPr>
        <w:t>diesen neuen</w:t>
      </w:r>
      <w:r w:rsidR="00542A20">
        <w:rPr>
          <w:rFonts w:ascii="Arial" w:hAnsi="Arial" w:cs="Arial"/>
          <w:b w:val="0"/>
          <w:noProof/>
          <w:sz w:val="20"/>
          <w:lang w:val="de-DE"/>
        </w:rPr>
        <w:t xml:space="preserve"> Topcon</w:t>
      </w:r>
      <w:r w:rsidR="00772102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542A20">
        <w:rPr>
          <w:rFonts w:ascii="Arial" w:hAnsi="Arial" w:cs="Arial"/>
          <w:b w:val="0"/>
          <w:noProof/>
          <w:sz w:val="20"/>
          <w:lang w:val="de-DE"/>
        </w:rPr>
        <w:t>System</w:t>
      </w:r>
      <w:r w:rsidR="00B21A2F">
        <w:rPr>
          <w:rFonts w:ascii="Arial" w:hAnsi="Arial" w:cs="Arial"/>
          <w:b w:val="0"/>
          <w:noProof/>
          <w:sz w:val="20"/>
          <w:lang w:val="de-DE"/>
        </w:rPr>
        <w:t>en</w:t>
      </w:r>
      <w:r w:rsidR="00542A20">
        <w:rPr>
          <w:rFonts w:ascii="Arial" w:hAnsi="Arial" w:cs="Arial"/>
          <w:b w:val="0"/>
          <w:noProof/>
          <w:sz w:val="20"/>
          <w:lang w:val="de-DE"/>
        </w:rPr>
        <w:t xml:space="preserve"> funktioniert hat. </w:t>
      </w:r>
      <w:r w:rsidR="00816A4A">
        <w:rPr>
          <w:rFonts w:ascii="Arial" w:hAnsi="Arial" w:cs="Arial"/>
          <w:b w:val="0"/>
          <w:noProof/>
          <w:sz w:val="20"/>
          <w:lang w:val="de-DE"/>
        </w:rPr>
        <w:t xml:space="preserve">Wir konnten </w:t>
      </w:r>
      <w:r w:rsidR="00EE6718">
        <w:rPr>
          <w:rFonts w:ascii="Arial" w:hAnsi="Arial" w:cs="Arial"/>
          <w:b w:val="0"/>
          <w:noProof/>
          <w:sz w:val="20"/>
          <w:lang w:val="de-DE"/>
        </w:rPr>
        <w:t>sie</w:t>
      </w:r>
      <w:r w:rsidR="00816A4A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967295">
        <w:rPr>
          <w:rFonts w:ascii="Arial" w:hAnsi="Arial" w:cs="Arial"/>
          <w:b w:val="0"/>
          <w:noProof/>
          <w:sz w:val="20"/>
          <w:lang w:val="de-DE"/>
        </w:rPr>
        <w:t>nach dem Einbau der Tragschicht</w:t>
      </w:r>
      <w:r w:rsidR="004F34AE">
        <w:rPr>
          <w:rFonts w:ascii="Arial" w:hAnsi="Arial" w:cs="Arial"/>
          <w:b w:val="0"/>
          <w:noProof/>
          <w:sz w:val="20"/>
          <w:lang w:val="de-DE"/>
        </w:rPr>
        <w:t xml:space="preserve"> sogar</w:t>
      </w:r>
      <w:r w:rsidR="00816A4A">
        <w:rPr>
          <w:rFonts w:ascii="Arial" w:hAnsi="Arial" w:cs="Arial"/>
          <w:b w:val="0"/>
          <w:noProof/>
          <w:sz w:val="20"/>
          <w:lang w:val="de-DE"/>
        </w:rPr>
        <w:t xml:space="preserve"> abstellen und Binder- und Deckschicht nur noch nach Dicke über die fah</w:t>
      </w:r>
      <w:r w:rsidR="00EE6718">
        <w:rPr>
          <w:rFonts w:ascii="Arial" w:hAnsi="Arial" w:cs="Arial"/>
          <w:b w:val="0"/>
          <w:noProof/>
          <w:sz w:val="20"/>
          <w:lang w:val="de-DE"/>
        </w:rPr>
        <w:t>r</w:t>
      </w:r>
      <w:r w:rsidR="00816A4A">
        <w:rPr>
          <w:rFonts w:ascii="Arial" w:hAnsi="Arial" w:cs="Arial"/>
          <w:b w:val="0"/>
          <w:noProof/>
          <w:sz w:val="20"/>
          <w:lang w:val="de-DE"/>
        </w:rPr>
        <w:t>zeuginternen Steuerungssy</w:t>
      </w:r>
      <w:r w:rsidR="00772102">
        <w:rPr>
          <w:rFonts w:ascii="Arial" w:hAnsi="Arial" w:cs="Arial"/>
          <w:b w:val="0"/>
          <w:noProof/>
          <w:sz w:val="20"/>
          <w:lang w:val="de-DE"/>
        </w:rPr>
        <w:t>s</w:t>
      </w:r>
      <w:r w:rsidR="00816A4A">
        <w:rPr>
          <w:rFonts w:ascii="Arial" w:hAnsi="Arial" w:cs="Arial"/>
          <w:b w:val="0"/>
          <w:noProof/>
          <w:sz w:val="20"/>
          <w:lang w:val="de-DE"/>
        </w:rPr>
        <w:t xml:space="preserve">teme fahren. Ich bin </w:t>
      </w:r>
      <w:r w:rsidR="00D5512F">
        <w:rPr>
          <w:rFonts w:ascii="Arial" w:hAnsi="Arial" w:cs="Arial"/>
          <w:b w:val="0"/>
          <w:noProof/>
          <w:sz w:val="20"/>
          <w:lang w:val="de-DE"/>
        </w:rPr>
        <w:t>Jörg</w:t>
      </w:r>
      <w:r w:rsidR="00816A4A">
        <w:rPr>
          <w:rFonts w:ascii="Arial" w:hAnsi="Arial" w:cs="Arial"/>
          <w:b w:val="0"/>
          <w:noProof/>
          <w:sz w:val="20"/>
          <w:lang w:val="de-DE"/>
        </w:rPr>
        <w:t xml:space="preserve"> sehr dankbar, dass er mir zu dieser Technik geraten hat.“</w:t>
      </w:r>
    </w:p>
    <w:p w14:paraId="4B2C02ED" w14:textId="72790E0B" w:rsidR="00D5512F" w:rsidRDefault="00D5512F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5562661B" w14:textId="0D14882D" w:rsidR="00DE5491" w:rsidRPr="00DE5491" w:rsidRDefault="00EF0AAE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Cs/>
          <w:noProof/>
          <w:sz w:val="20"/>
          <w:lang w:val="de-DE"/>
        </w:rPr>
      </w:pPr>
      <w:r>
        <w:rPr>
          <w:rFonts w:ascii="Arial" w:hAnsi="Arial" w:cs="Arial"/>
          <w:bCs/>
          <w:noProof/>
          <w:sz w:val="20"/>
          <w:lang w:val="de-DE"/>
        </w:rPr>
        <w:t>Ein perfekter Abschluss</w:t>
      </w:r>
    </w:p>
    <w:p w14:paraId="3FB3CC7D" w14:textId="77777777" w:rsidR="00DE5491" w:rsidRDefault="00DE5491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291CB4EF" w14:textId="749D6617" w:rsidR="00D5512F" w:rsidRDefault="00D5512F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>
        <w:rPr>
          <w:rFonts w:ascii="Arial" w:hAnsi="Arial" w:cs="Arial"/>
          <w:b w:val="0"/>
          <w:noProof/>
          <w:sz w:val="20"/>
          <w:lang w:val="de-DE"/>
        </w:rPr>
        <w:t xml:space="preserve">AP Deutschland hat die </w:t>
      </w:r>
      <w:r w:rsidR="004F771F">
        <w:rPr>
          <w:rFonts w:ascii="Arial" w:hAnsi="Arial" w:cs="Arial"/>
          <w:b w:val="0"/>
          <w:noProof/>
          <w:sz w:val="20"/>
          <w:lang w:val="de-DE"/>
        </w:rPr>
        <w:t>Topcon</w:t>
      </w:r>
      <w:r w:rsidR="00967295">
        <w:rPr>
          <w:rFonts w:ascii="Arial" w:hAnsi="Arial" w:cs="Arial"/>
          <w:b w:val="0"/>
          <w:noProof/>
          <w:sz w:val="20"/>
          <w:lang w:val="de-DE"/>
        </w:rPr>
        <w:t xml:space="preserve"> 3D-</w:t>
      </w:r>
      <w:r w:rsidR="004F771F">
        <w:rPr>
          <w:rFonts w:ascii="Arial" w:hAnsi="Arial" w:cs="Arial"/>
          <w:b w:val="0"/>
          <w:noProof/>
          <w:sz w:val="20"/>
          <w:lang w:val="de-DE"/>
        </w:rPr>
        <w:t>Maschinensteuerung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4F771F">
        <w:rPr>
          <w:rFonts w:ascii="Arial" w:hAnsi="Arial" w:cs="Arial"/>
          <w:b w:val="0"/>
          <w:noProof/>
          <w:sz w:val="20"/>
          <w:lang w:val="de-DE"/>
        </w:rPr>
        <w:t>als Mietsystem auf dem Fertiger installiert</w:t>
      </w:r>
      <w:r w:rsidR="00967295">
        <w:rPr>
          <w:rFonts w:ascii="Arial" w:hAnsi="Arial" w:cs="Arial"/>
          <w:b w:val="0"/>
          <w:noProof/>
          <w:sz w:val="20"/>
          <w:lang w:val="de-DE"/>
        </w:rPr>
        <w:t xml:space="preserve">, </w:t>
      </w:r>
      <w:r w:rsidR="00220DBC">
        <w:rPr>
          <w:rFonts w:ascii="Arial" w:hAnsi="Arial" w:cs="Arial"/>
          <w:b w:val="0"/>
          <w:noProof/>
          <w:sz w:val="20"/>
          <w:lang w:val="de-DE"/>
        </w:rPr>
        <w:t xml:space="preserve">ebenso </w:t>
      </w:r>
      <w:r w:rsidR="00967295">
        <w:rPr>
          <w:rFonts w:ascii="Arial" w:hAnsi="Arial" w:cs="Arial"/>
          <w:b w:val="0"/>
          <w:noProof/>
          <w:sz w:val="20"/>
          <w:lang w:val="de-DE"/>
        </w:rPr>
        <w:t>die Tachymete</w:t>
      </w:r>
      <w:r w:rsidR="00220DBC">
        <w:rPr>
          <w:rFonts w:ascii="Arial" w:hAnsi="Arial" w:cs="Arial"/>
          <w:b w:val="0"/>
          <w:noProof/>
          <w:sz w:val="20"/>
          <w:lang w:val="de-DE"/>
        </w:rPr>
        <w:t>r.</w:t>
      </w:r>
      <w:r w:rsidR="004F771F">
        <w:rPr>
          <w:rFonts w:ascii="Arial" w:hAnsi="Arial" w:cs="Arial"/>
          <w:b w:val="0"/>
          <w:noProof/>
          <w:sz w:val="20"/>
          <w:lang w:val="de-DE"/>
        </w:rPr>
        <w:t xml:space="preserve"> „</w:t>
      </w:r>
      <w:r w:rsidR="00220DBC">
        <w:rPr>
          <w:rFonts w:ascii="Arial" w:hAnsi="Arial" w:cs="Arial"/>
          <w:b w:val="0"/>
          <w:noProof/>
          <w:sz w:val="20"/>
          <w:lang w:val="de-DE"/>
        </w:rPr>
        <w:t>Das wir so ein Projekt begleiten, ist</w:t>
      </w:r>
      <w:r w:rsidR="004F771F">
        <w:rPr>
          <w:rFonts w:ascii="Arial" w:hAnsi="Arial" w:cs="Arial"/>
          <w:b w:val="0"/>
          <w:noProof/>
          <w:sz w:val="20"/>
          <w:lang w:val="de-DE"/>
        </w:rPr>
        <w:t xml:space="preserve"> inzwischen recht normal</w:t>
      </w:r>
      <w:r w:rsidR="00967295">
        <w:rPr>
          <w:rFonts w:ascii="Arial" w:hAnsi="Arial" w:cs="Arial"/>
          <w:b w:val="0"/>
          <w:noProof/>
          <w:sz w:val="20"/>
          <w:lang w:val="de-DE"/>
        </w:rPr>
        <w:t xml:space="preserve"> für uns</w:t>
      </w:r>
      <w:r w:rsidR="004F771F">
        <w:rPr>
          <w:rFonts w:ascii="Arial" w:hAnsi="Arial" w:cs="Arial"/>
          <w:b w:val="0"/>
          <w:noProof/>
          <w:sz w:val="20"/>
          <w:lang w:val="de-DE"/>
        </w:rPr>
        <w:t xml:space="preserve">“, so Gonzewski. „Wir sind die Vermessungs-Profis und wissen ganz genau, </w:t>
      </w:r>
      <w:r w:rsidR="00967295">
        <w:rPr>
          <w:rFonts w:ascii="Arial" w:hAnsi="Arial" w:cs="Arial"/>
          <w:b w:val="0"/>
          <w:noProof/>
          <w:sz w:val="20"/>
          <w:lang w:val="de-DE"/>
        </w:rPr>
        <w:t>wie wir die Technik am Besten auf- und einstellen</w:t>
      </w:r>
      <w:r w:rsidR="004F771F">
        <w:rPr>
          <w:rFonts w:ascii="Arial" w:hAnsi="Arial" w:cs="Arial"/>
          <w:b w:val="0"/>
          <w:noProof/>
          <w:sz w:val="20"/>
          <w:lang w:val="de-DE"/>
        </w:rPr>
        <w:t>, damit der Prozess rund läuft.“</w:t>
      </w:r>
    </w:p>
    <w:p w14:paraId="23838BB2" w14:textId="0892E763" w:rsidR="004F771F" w:rsidRDefault="004F771F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0542BA07" w14:textId="3867319E" w:rsidR="00542A20" w:rsidRDefault="00816A4A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>
        <w:rPr>
          <w:rFonts w:ascii="Arial" w:hAnsi="Arial" w:cs="Arial"/>
          <w:b w:val="0"/>
          <w:noProof/>
          <w:sz w:val="20"/>
          <w:lang w:val="de-DE"/>
        </w:rPr>
        <w:t xml:space="preserve">Heitkamp </w:t>
      </w:r>
      <w:r w:rsidR="00220DBC">
        <w:rPr>
          <w:rFonts w:ascii="Arial" w:hAnsi="Arial" w:cs="Arial"/>
          <w:b w:val="0"/>
          <w:noProof/>
          <w:sz w:val="20"/>
          <w:lang w:val="de-DE"/>
        </w:rPr>
        <w:t xml:space="preserve">schwört seit Jahrzenten auf </w:t>
      </w:r>
      <w:r w:rsidR="00967295">
        <w:rPr>
          <w:rFonts w:ascii="Arial" w:hAnsi="Arial" w:cs="Arial"/>
          <w:b w:val="0"/>
          <w:noProof/>
          <w:sz w:val="20"/>
          <w:lang w:val="de-DE"/>
        </w:rPr>
        <w:t>Topcon</w:t>
      </w:r>
      <w:r w:rsidR="00955B4E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967295">
        <w:rPr>
          <w:rFonts w:ascii="Arial" w:hAnsi="Arial" w:cs="Arial"/>
          <w:b w:val="0"/>
          <w:noProof/>
          <w:sz w:val="20"/>
          <w:lang w:val="de-DE"/>
        </w:rPr>
        <w:t xml:space="preserve">Technologien </w:t>
      </w:r>
      <w:r w:rsidR="00FC4645">
        <w:rPr>
          <w:rFonts w:ascii="Arial" w:hAnsi="Arial" w:cs="Arial"/>
          <w:b w:val="0"/>
          <w:noProof/>
          <w:sz w:val="20"/>
          <w:lang w:val="de-DE"/>
        </w:rPr>
        <w:t xml:space="preserve">und probiert </w:t>
      </w:r>
      <w:r w:rsidR="00220DBC">
        <w:rPr>
          <w:rFonts w:ascii="Arial" w:hAnsi="Arial" w:cs="Arial"/>
          <w:b w:val="0"/>
          <w:noProof/>
          <w:sz w:val="20"/>
          <w:lang w:val="de-DE"/>
        </w:rPr>
        <w:t xml:space="preserve">dabei </w:t>
      </w:r>
      <w:r w:rsidR="00967295">
        <w:rPr>
          <w:rFonts w:ascii="Arial" w:hAnsi="Arial" w:cs="Arial"/>
          <w:b w:val="0"/>
          <w:noProof/>
          <w:sz w:val="20"/>
          <w:lang w:val="de-DE"/>
        </w:rPr>
        <w:t xml:space="preserve">gerne </w:t>
      </w:r>
      <w:r w:rsidR="00220DBC">
        <w:rPr>
          <w:rFonts w:ascii="Arial" w:hAnsi="Arial" w:cs="Arial"/>
          <w:b w:val="0"/>
          <w:noProof/>
          <w:sz w:val="20"/>
          <w:lang w:val="de-DE"/>
        </w:rPr>
        <w:t xml:space="preserve">auch immer mal wieder </w:t>
      </w:r>
      <w:r w:rsidR="00967295">
        <w:rPr>
          <w:rFonts w:ascii="Arial" w:hAnsi="Arial" w:cs="Arial"/>
          <w:b w:val="0"/>
          <w:noProof/>
          <w:sz w:val="20"/>
          <w:lang w:val="de-DE"/>
        </w:rPr>
        <w:t>Neuheiten aus</w:t>
      </w:r>
      <w:r>
        <w:rPr>
          <w:rFonts w:ascii="Arial" w:hAnsi="Arial" w:cs="Arial"/>
          <w:b w:val="0"/>
          <w:noProof/>
          <w:sz w:val="20"/>
          <w:lang w:val="de-DE"/>
        </w:rPr>
        <w:t xml:space="preserve">. „Durch die gewachsene und vertrauensvolle Beziehung zu AP Deutschland konnten wir bei jeder Baustelle immer ein passendes System mieten und es so in der Praxis testen. Den </w:t>
      </w:r>
      <w:r w:rsidR="00967295">
        <w:rPr>
          <w:rFonts w:ascii="Arial" w:hAnsi="Arial" w:cs="Arial"/>
          <w:b w:val="0"/>
          <w:noProof/>
          <w:sz w:val="20"/>
          <w:lang w:val="de-DE"/>
        </w:rPr>
        <w:t>GT-1201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werden wir in Zukunft auf jeden Fall weiter </w:t>
      </w:r>
      <w:r w:rsidR="00220DBC">
        <w:rPr>
          <w:rFonts w:ascii="Arial" w:hAnsi="Arial" w:cs="Arial"/>
          <w:b w:val="0"/>
          <w:noProof/>
          <w:sz w:val="20"/>
          <w:lang w:val="de-DE"/>
        </w:rPr>
        <w:t>nutzen</w:t>
      </w:r>
      <w:r>
        <w:rPr>
          <w:rFonts w:ascii="Arial" w:hAnsi="Arial" w:cs="Arial"/>
          <w:b w:val="0"/>
          <w:noProof/>
          <w:sz w:val="20"/>
          <w:lang w:val="de-DE"/>
        </w:rPr>
        <w:t>“, so Pigorsch. „</w:t>
      </w:r>
      <w:r w:rsidR="00220DBC">
        <w:rPr>
          <w:rFonts w:ascii="Arial" w:hAnsi="Arial" w:cs="Arial"/>
          <w:b w:val="0"/>
          <w:noProof/>
          <w:sz w:val="20"/>
          <w:lang w:val="de-DE"/>
        </w:rPr>
        <w:t>Die Technik und d</w:t>
      </w:r>
      <w:r>
        <w:rPr>
          <w:rFonts w:ascii="Arial" w:hAnsi="Arial" w:cs="Arial"/>
          <w:b w:val="0"/>
          <w:noProof/>
          <w:sz w:val="20"/>
          <w:lang w:val="de-DE"/>
        </w:rPr>
        <w:t xml:space="preserve">er Prozess </w:t>
      </w:r>
      <w:r w:rsidR="00220DBC">
        <w:rPr>
          <w:rFonts w:ascii="Arial" w:hAnsi="Arial" w:cs="Arial"/>
          <w:b w:val="0"/>
          <w:noProof/>
          <w:sz w:val="20"/>
          <w:lang w:val="de-DE"/>
        </w:rPr>
        <w:t>passen sehr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gut zu den Aufgaben, mit denen wir uns tagtäglich auseinandersetzen müssen.“</w:t>
      </w:r>
    </w:p>
    <w:p w14:paraId="48995D50" w14:textId="3E9D8FDE" w:rsidR="00816A4A" w:rsidRDefault="00816A4A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422513D9" w14:textId="6C0D2904" w:rsidR="00967295" w:rsidRDefault="00220DBC" w:rsidP="00D835A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>
        <w:rPr>
          <w:rFonts w:ascii="Arial" w:hAnsi="Arial" w:cs="Arial"/>
          <w:b w:val="0"/>
          <w:noProof/>
          <w:sz w:val="20"/>
          <w:lang w:val="de-DE"/>
        </w:rPr>
        <w:t>Auch Flugplatz-Chef X</w:t>
      </w:r>
      <w:r w:rsidR="00955B4E">
        <w:rPr>
          <w:rFonts w:ascii="Arial" w:hAnsi="Arial" w:cs="Arial"/>
          <w:b w:val="0"/>
          <w:noProof/>
          <w:sz w:val="20"/>
          <w:lang w:val="de-DE"/>
        </w:rPr>
        <w:t>a</w:t>
      </w:r>
      <w:r>
        <w:rPr>
          <w:rFonts w:ascii="Arial" w:hAnsi="Arial" w:cs="Arial"/>
          <w:b w:val="0"/>
          <w:noProof/>
          <w:sz w:val="20"/>
          <w:lang w:val="de-DE"/>
        </w:rPr>
        <w:t>ver Rupp ist zufrieden.</w:t>
      </w:r>
      <w:r w:rsidR="00967295">
        <w:rPr>
          <w:rFonts w:ascii="Arial" w:hAnsi="Arial" w:cs="Arial"/>
          <w:b w:val="0"/>
          <w:noProof/>
          <w:sz w:val="20"/>
          <w:lang w:val="de-DE"/>
        </w:rPr>
        <w:t xml:space="preserve"> „Diese Ertüchtigung gehört zu einer der größten in der 110-jährigen Geschichte unseres Flugplatzes. Und ich bin froh, dass wir mit diesem Schritt viel für die Wettbewerbsfähigkeit unserer Region tun konnten</w:t>
      </w:r>
      <w:r>
        <w:rPr>
          <w:rFonts w:ascii="Arial" w:hAnsi="Arial" w:cs="Arial"/>
          <w:b w:val="0"/>
          <w:noProof/>
          <w:sz w:val="20"/>
          <w:lang w:val="de-DE"/>
        </w:rPr>
        <w:t>.“</w:t>
      </w:r>
    </w:p>
    <w:p w14:paraId="502C1887" w14:textId="631F9864" w:rsidR="00B01F4B" w:rsidRPr="002D64CC" w:rsidRDefault="004F3A0A" w:rsidP="00CA3169">
      <w:pPr>
        <w:pStyle w:val="StandardWeb"/>
        <w:spacing w:before="0" w:beforeAutospacing="0" w:after="0" w:afterAutospacing="0"/>
        <w:ind w:right="2557"/>
        <w:rPr>
          <w:rFonts w:ascii="Arial" w:hAnsi="Arial" w:cs="Arial"/>
        </w:rPr>
      </w:pPr>
      <w:r w:rsidRPr="002D64CC">
        <w:rPr>
          <w:rFonts w:ascii="Arial" w:hAnsi="Arial" w:cs="Arial"/>
        </w:rPr>
        <w:br/>
      </w:r>
      <w:r w:rsidR="00B01F4B" w:rsidRPr="002D64CC">
        <w:rPr>
          <w:rFonts w:ascii="Arial" w:hAnsi="Arial" w:cs="Arial"/>
          <w:sz w:val="14"/>
        </w:rPr>
        <w:t>Redaktio</w:t>
      </w:r>
      <w:r w:rsidR="00C6519E" w:rsidRPr="002D64CC">
        <w:rPr>
          <w:rFonts w:ascii="Arial" w:hAnsi="Arial" w:cs="Arial"/>
          <w:sz w:val="14"/>
        </w:rPr>
        <w:t xml:space="preserve">n: </w:t>
      </w:r>
      <w:proofErr w:type="spellStart"/>
      <w:r w:rsidR="00C6519E" w:rsidRPr="002D64CC">
        <w:rPr>
          <w:rFonts w:ascii="Arial" w:hAnsi="Arial" w:cs="Arial"/>
          <w:sz w:val="14"/>
        </w:rPr>
        <w:t>wyynot</w:t>
      </w:r>
      <w:proofErr w:type="spellEnd"/>
      <w:r w:rsidR="00FE4688" w:rsidRPr="002D64CC">
        <w:rPr>
          <w:rFonts w:ascii="Arial" w:hAnsi="Arial" w:cs="Arial"/>
          <w:sz w:val="14"/>
        </w:rPr>
        <w:t xml:space="preserve">, </w:t>
      </w:r>
      <w:r w:rsidR="002D64CC" w:rsidRPr="002D64CC">
        <w:rPr>
          <w:rFonts w:ascii="Arial" w:hAnsi="Arial" w:cs="Arial"/>
          <w:sz w:val="14"/>
        </w:rPr>
        <w:t>Karen Dörflinger</w:t>
      </w:r>
    </w:p>
    <w:p w14:paraId="46B5CE9B" w14:textId="229F29E1" w:rsidR="00C02480" w:rsidRPr="002D64CC" w:rsidRDefault="00C02480" w:rsidP="00B01F4B">
      <w:pPr>
        <w:spacing w:line="240" w:lineRule="exact"/>
        <w:rPr>
          <w:rFonts w:ascii="Arial" w:hAnsi="Arial" w:cs="Arial"/>
        </w:rPr>
      </w:pPr>
    </w:p>
    <w:p w14:paraId="47C3E8CC" w14:textId="2D9DE2A4" w:rsidR="00CE7BB7" w:rsidRPr="002D64CC" w:rsidRDefault="00CE7BB7" w:rsidP="00CE7BB7">
      <w:pPr>
        <w:pBdr>
          <w:bottom w:val="single" w:sz="6" w:space="1" w:color="auto"/>
        </w:pBdr>
        <w:spacing w:line="240" w:lineRule="exact"/>
        <w:ind w:right="2697"/>
        <w:rPr>
          <w:rFonts w:ascii="Arial" w:hAnsi="Arial" w:cs="Arial"/>
          <w:sz w:val="14"/>
          <w:szCs w:val="14"/>
        </w:rPr>
      </w:pPr>
    </w:p>
    <w:p w14:paraId="41C6C7CE" w14:textId="64094E54" w:rsidR="00954001" w:rsidRPr="002D64CC" w:rsidRDefault="00954001" w:rsidP="00CE7BB7">
      <w:pPr>
        <w:spacing w:line="264" w:lineRule="auto"/>
        <w:ind w:right="2697"/>
        <w:rPr>
          <w:rFonts w:ascii="Arial" w:hAnsi="Arial" w:cs="Arial"/>
          <w:sz w:val="14"/>
          <w:szCs w:val="14"/>
        </w:rPr>
      </w:pPr>
    </w:p>
    <w:p w14:paraId="01EC00AF" w14:textId="1AF2FF11" w:rsidR="004D4E39" w:rsidRPr="008C5209" w:rsidRDefault="00954001" w:rsidP="004D4E39">
      <w:pPr>
        <w:ind w:right="2697"/>
        <w:rPr>
          <w:rFonts w:ascii="Arial" w:hAnsi="Arial" w:cs="Arial"/>
          <w:color w:val="000000"/>
          <w:sz w:val="14"/>
          <w:szCs w:val="14"/>
        </w:rPr>
      </w:pPr>
      <w:r w:rsidRPr="00954001">
        <w:rPr>
          <w:rFonts w:ascii="Arial" w:hAnsi="Arial" w:cs="Arial"/>
          <w:b/>
          <w:sz w:val="14"/>
          <w:szCs w:val="14"/>
        </w:rPr>
        <w:t xml:space="preserve">Über die </w:t>
      </w:r>
      <w:proofErr w:type="spellStart"/>
      <w:r w:rsidRPr="00954001">
        <w:rPr>
          <w:rFonts w:ascii="Arial" w:hAnsi="Arial" w:cs="Arial"/>
          <w:b/>
          <w:sz w:val="14"/>
          <w:szCs w:val="14"/>
        </w:rPr>
        <w:t>Topcon</w:t>
      </w:r>
      <w:proofErr w:type="spellEnd"/>
      <w:r w:rsidRPr="00954001">
        <w:rPr>
          <w:rFonts w:ascii="Arial" w:hAnsi="Arial" w:cs="Arial"/>
          <w:b/>
          <w:sz w:val="14"/>
          <w:szCs w:val="14"/>
        </w:rPr>
        <w:t xml:space="preserve"> </w:t>
      </w:r>
      <w:proofErr w:type="spellStart"/>
      <w:r w:rsidRPr="00954001">
        <w:rPr>
          <w:rFonts w:ascii="Arial" w:hAnsi="Arial" w:cs="Arial"/>
          <w:b/>
          <w:sz w:val="14"/>
          <w:szCs w:val="14"/>
        </w:rPr>
        <w:t>Positioning</w:t>
      </w:r>
      <w:proofErr w:type="spellEnd"/>
      <w:r w:rsidRPr="00954001">
        <w:rPr>
          <w:rFonts w:ascii="Arial" w:hAnsi="Arial" w:cs="Arial"/>
          <w:b/>
          <w:sz w:val="14"/>
          <w:szCs w:val="14"/>
        </w:rPr>
        <w:t xml:space="preserve"> Group </w:t>
      </w:r>
      <w:r w:rsidRPr="00954001">
        <w:rPr>
          <w:rFonts w:ascii="Arial" w:hAnsi="Arial" w:cs="Arial"/>
          <w:b/>
          <w:sz w:val="14"/>
          <w:szCs w:val="14"/>
        </w:rPr>
        <w:br/>
      </w:r>
      <w:r w:rsidR="00803BAD" w:rsidRPr="008C5209">
        <w:rPr>
          <w:rFonts w:ascii="Arial" w:hAnsi="Arial" w:cs="Arial"/>
          <w:color w:val="000000"/>
          <w:sz w:val="14"/>
          <w:szCs w:val="14"/>
        </w:rPr>
        <w:t xml:space="preserve">Always </w:t>
      </w:r>
      <w:proofErr w:type="spellStart"/>
      <w:r w:rsidR="00803BAD" w:rsidRPr="008C5209">
        <w:rPr>
          <w:rFonts w:ascii="Arial" w:hAnsi="Arial" w:cs="Arial"/>
          <w:color w:val="000000"/>
          <w:sz w:val="14"/>
          <w:szCs w:val="14"/>
        </w:rPr>
        <w:t>one</w:t>
      </w:r>
      <w:proofErr w:type="spellEnd"/>
      <w:r w:rsidR="00803BAD" w:rsidRPr="008C5209">
        <w:rPr>
          <w:rFonts w:ascii="Arial" w:hAnsi="Arial" w:cs="Arial"/>
          <w:color w:val="000000"/>
          <w:sz w:val="14"/>
          <w:szCs w:val="14"/>
        </w:rPr>
        <w:t xml:space="preserve"> </w:t>
      </w:r>
      <w:proofErr w:type="spellStart"/>
      <w:r w:rsidR="00803BAD" w:rsidRPr="008C5209">
        <w:rPr>
          <w:rFonts w:ascii="Arial" w:hAnsi="Arial" w:cs="Arial"/>
          <w:color w:val="000000"/>
          <w:sz w:val="14"/>
          <w:szCs w:val="14"/>
        </w:rPr>
        <w:t>step</w:t>
      </w:r>
      <w:proofErr w:type="spellEnd"/>
      <w:r w:rsidR="00803BAD" w:rsidRPr="008C5209">
        <w:rPr>
          <w:rFonts w:ascii="Arial" w:hAnsi="Arial" w:cs="Arial"/>
          <w:color w:val="000000"/>
          <w:sz w:val="14"/>
          <w:szCs w:val="14"/>
        </w:rPr>
        <w:t xml:space="preserve"> </w:t>
      </w:r>
      <w:proofErr w:type="spellStart"/>
      <w:r w:rsidR="00803BAD" w:rsidRPr="008C5209">
        <w:rPr>
          <w:rFonts w:ascii="Arial" w:hAnsi="Arial" w:cs="Arial"/>
          <w:color w:val="000000"/>
          <w:sz w:val="14"/>
          <w:szCs w:val="14"/>
        </w:rPr>
        <w:t>ahead</w:t>
      </w:r>
      <w:proofErr w:type="spellEnd"/>
      <w:r w:rsidR="00803BAD" w:rsidRPr="008C5209">
        <w:rPr>
          <w:rFonts w:ascii="Arial" w:hAnsi="Arial" w:cs="Arial"/>
          <w:color w:val="000000"/>
          <w:sz w:val="14"/>
          <w:szCs w:val="14"/>
        </w:rPr>
        <w:t xml:space="preserve"> – </w:t>
      </w:r>
      <w:r w:rsidR="00826427" w:rsidRPr="008C5209">
        <w:rPr>
          <w:rFonts w:ascii="Arial" w:hAnsi="Arial" w:cs="Arial"/>
          <w:color w:val="000000"/>
          <w:sz w:val="14"/>
          <w:szCs w:val="14"/>
        </w:rPr>
        <w:t>s</w:t>
      </w:r>
      <w:r w:rsidR="00803BAD" w:rsidRPr="008C5209">
        <w:rPr>
          <w:rFonts w:ascii="Arial" w:hAnsi="Arial" w:cs="Arial"/>
          <w:color w:val="000000"/>
          <w:sz w:val="14"/>
          <w:szCs w:val="14"/>
        </w:rPr>
        <w:t xml:space="preserve">tets </w:t>
      </w:r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einen Schritt voraus in Sachen Technologie und </w:t>
      </w:r>
      <w:r w:rsidR="0014648C" w:rsidRPr="008C5209">
        <w:rPr>
          <w:rFonts w:ascii="Arial" w:hAnsi="Arial" w:cs="Arial"/>
          <w:color w:val="000000"/>
          <w:sz w:val="14"/>
          <w:szCs w:val="14"/>
        </w:rPr>
        <w:t>Kundennutzen</w:t>
      </w:r>
      <w:r w:rsidR="001C7D7D" w:rsidRPr="008C5209">
        <w:rPr>
          <w:rFonts w:ascii="Arial" w:hAnsi="Arial" w:cs="Arial"/>
          <w:color w:val="000000"/>
          <w:sz w:val="14"/>
          <w:szCs w:val="14"/>
        </w:rPr>
        <w:t>.</w:t>
      </w:r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Als Industrieführer entwickelt, fertigt und vertreibt die </w:t>
      </w:r>
      <w:proofErr w:type="spellStart"/>
      <w:r w:rsidR="004D4E39" w:rsidRPr="008C5209">
        <w:rPr>
          <w:rFonts w:ascii="Arial" w:hAnsi="Arial" w:cs="Arial"/>
          <w:color w:val="000000"/>
          <w:sz w:val="14"/>
          <w:szCs w:val="14"/>
        </w:rPr>
        <w:t>Topcon</w:t>
      </w:r>
      <w:proofErr w:type="spellEnd"/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</w:t>
      </w:r>
      <w:proofErr w:type="spellStart"/>
      <w:r w:rsidR="004D4E39" w:rsidRPr="008C5209">
        <w:rPr>
          <w:rFonts w:ascii="Arial" w:hAnsi="Arial" w:cs="Arial"/>
          <w:color w:val="000000"/>
          <w:sz w:val="14"/>
          <w:szCs w:val="14"/>
        </w:rPr>
        <w:t>Positioning</w:t>
      </w:r>
      <w:proofErr w:type="spellEnd"/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Group Lösungen für präzise Messaufgaben und Arbeitsabläufe für Anwender in der globalen Bau- und Geodatenbranche sowie der Landwirtschaft. Der Hauptsitz der </w:t>
      </w:r>
      <w:proofErr w:type="spellStart"/>
      <w:r w:rsidR="004D4E39" w:rsidRPr="008C5209">
        <w:rPr>
          <w:rFonts w:ascii="Arial" w:hAnsi="Arial" w:cs="Arial"/>
          <w:color w:val="000000"/>
          <w:sz w:val="14"/>
          <w:szCs w:val="14"/>
        </w:rPr>
        <w:t>Topcon</w:t>
      </w:r>
      <w:proofErr w:type="spellEnd"/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</w:t>
      </w:r>
      <w:proofErr w:type="spellStart"/>
      <w:r w:rsidR="004D4E39" w:rsidRPr="008C5209">
        <w:rPr>
          <w:rFonts w:ascii="Arial" w:hAnsi="Arial" w:cs="Arial"/>
          <w:color w:val="000000"/>
          <w:sz w:val="14"/>
          <w:szCs w:val="14"/>
        </w:rPr>
        <w:t>Positioning</w:t>
      </w:r>
      <w:proofErr w:type="spellEnd"/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Group liegt in Livermore in Kalifornien, USA (</w:t>
      </w:r>
      <w:hyperlink r:id="rId22" w:history="1">
        <w:r w:rsidR="004D4E39" w:rsidRPr="00954001">
          <w:rPr>
            <w:rStyle w:val="Hyperlink"/>
            <w:rFonts w:ascii="Arial" w:hAnsi="Arial" w:cs="Arial"/>
            <w:sz w:val="14"/>
            <w:szCs w:val="14"/>
          </w:rPr>
          <w:t>topconpositioning.com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23" w:history="1">
        <w:r w:rsidR="004D4E39" w:rsidRPr="004D4E39">
          <w:rPr>
            <w:rStyle w:val="Hyperlink"/>
            <w:rFonts w:ascii="Arial" w:hAnsi="Arial" w:cs="Arial"/>
            <w:sz w:val="14"/>
            <w:szCs w:val="14"/>
          </w:rPr>
          <w:t>LinkedIn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24" w:history="1">
        <w:r w:rsidR="004D4E39" w:rsidRPr="004D4E39">
          <w:rPr>
            <w:rStyle w:val="Hyperlink"/>
            <w:rFonts w:ascii="Arial" w:hAnsi="Arial" w:cs="Arial"/>
            <w:sz w:val="14"/>
            <w:szCs w:val="14"/>
          </w:rPr>
          <w:t>Twitter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25" w:history="1">
        <w:r w:rsidR="004D4E39" w:rsidRPr="004D4E39">
          <w:rPr>
            <w:rStyle w:val="Hyperlink"/>
            <w:rFonts w:ascii="Arial" w:hAnsi="Arial" w:cs="Arial"/>
            <w:sz w:val="14"/>
            <w:szCs w:val="14"/>
          </w:rPr>
          <w:t>Facebook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). Die Europazentrale befindet sich in Capelle a/d IJssel in den Niederlanden. Die </w:t>
      </w:r>
      <w:proofErr w:type="spellStart"/>
      <w:r w:rsidR="004D4E39" w:rsidRPr="008C5209">
        <w:rPr>
          <w:rFonts w:ascii="Arial" w:hAnsi="Arial" w:cs="Arial"/>
          <w:color w:val="000000"/>
          <w:sz w:val="14"/>
          <w:szCs w:val="14"/>
        </w:rPr>
        <w:t>Topcon</w:t>
      </w:r>
      <w:proofErr w:type="spellEnd"/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Corporation (</w:t>
      </w:r>
      <w:hyperlink r:id="rId26" w:history="1">
        <w:r w:rsidR="004D4E39" w:rsidRPr="00954001">
          <w:rPr>
            <w:rStyle w:val="Hyperlink"/>
            <w:rFonts w:ascii="Arial" w:hAnsi="Arial" w:cs="Arial"/>
            <w:sz w:val="14"/>
            <w:szCs w:val="14"/>
          </w:rPr>
          <w:t>topcon.com</w:t>
        </w:r>
      </w:hyperlink>
      <w:r w:rsidR="003F1044" w:rsidRPr="008C5209">
        <w:rPr>
          <w:rFonts w:ascii="Arial" w:hAnsi="Arial" w:cs="Arial"/>
          <w:color w:val="000000"/>
          <w:sz w:val="14"/>
          <w:szCs w:val="14"/>
        </w:rPr>
        <w:t>)</w:t>
      </w:r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wurde 1932 gegründet und ist an der Börse von Tokio notiert (TSE: 7732).</w:t>
      </w:r>
    </w:p>
    <w:p w14:paraId="55E2DAB1" w14:textId="7646BB4B" w:rsidR="004D4E39" w:rsidRPr="008C5209" w:rsidRDefault="004D4E39" w:rsidP="00954001">
      <w:pPr>
        <w:spacing w:line="264" w:lineRule="auto"/>
        <w:ind w:right="2697"/>
        <w:rPr>
          <w:rFonts w:ascii="Arial" w:hAnsi="Arial" w:cs="Arial"/>
          <w:color w:val="000000"/>
          <w:sz w:val="14"/>
          <w:szCs w:val="14"/>
        </w:rPr>
      </w:pPr>
    </w:p>
    <w:p w14:paraId="7AEC9D14" w14:textId="623BB0A0" w:rsidR="00220EA2" w:rsidRPr="008C5209" w:rsidRDefault="00954001" w:rsidP="00954001">
      <w:pPr>
        <w:spacing w:line="264" w:lineRule="auto"/>
        <w:ind w:right="2697"/>
        <w:rPr>
          <w:rFonts w:ascii="Arial" w:hAnsi="Arial" w:cs="Arial"/>
          <w:color w:val="000000"/>
          <w:sz w:val="14"/>
          <w:szCs w:val="14"/>
        </w:rPr>
      </w:pPr>
      <w:r w:rsidRPr="008C5209">
        <w:rPr>
          <w:rFonts w:ascii="Arial" w:hAnsi="Arial" w:cs="Arial"/>
          <w:color w:val="000000"/>
          <w:sz w:val="14"/>
          <w:szCs w:val="14"/>
        </w:rPr>
        <w:t xml:space="preserve">Die </w:t>
      </w:r>
      <w:proofErr w:type="spellStart"/>
      <w:r w:rsidR="004D4E39" w:rsidRPr="008C5209">
        <w:rPr>
          <w:rFonts w:ascii="Arial" w:hAnsi="Arial" w:cs="Arial"/>
          <w:color w:val="000000"/>
          <w:sz w:val="14"/>
          <w:szCs w:val="14"/>
        </w:rPr>
        <w:t>Topcon</w:t>
      </w:r>
      <w:proofErr w:type="spellEnd"/>
      <w:r w:rsidRPr="008C5209">
        <w:rPr>
          <w:rFonts w:ascii="Arial" w:hAnsi="Arial" w:cs="Arial"/>
          <w:color w:val="000000"/>
          <w:sz w:val="14"/>
          <w:szCs w:val="14"/>
        </w:rPr>
        <w:t xml:space="preserve"> Deutschland </w:t>
      </w:r>
      <w:proofErr w:type="spellStart"/>
      <w:r w:rsidRPr="008C5209">
        <w:rPr>
          <w:rFonts w:ascii="Arial" w:hAnsi="Arial" w:cs="Arial"/>
          <w:color w:val="000000"/>
          <w:sz w:val="14"/>
          <w:szCs w:val="14"/>
        </w:rPr>
        <w:t>Positioning</w:t>
      </w:r>
      <w:proofErr w:type="spellEnd"/>
      <w:r w:rsidRPr="008C5209">
        <w:rPr>
          <w:rFonts w:ascii="Arial" w:hAnsi="Arial" w:cs="Arial"/>
          <w:color w:val="000000"/>
          <w:sz w:val="14"/>
          <w:szCs w:val="14"/>
        </w:rPr>
        <w:t xml:space="preserve"> GmbH (</w:t>
      </w:r>
      <w:hyperlink r:id="rId27" w:history="1">
        <w:r w:rsidR="00C91DB9" w:rsidRPr="00796D45">
          <w:rPr>
            <w:rStyle w:val="Hyperlink"/>
            <w:rFonts w:ascii="Arial" w:hAnsi="Arial" w:cs="Arial"/>
            <w:color w:val="0563C1"/>
            <w:sz w:val="14"/>
            <w:szCs w:val="14"/>
          </w:rPr>
          <w:t>topconpositioning.com/de</w:t>
        </w:r>
      </w:hyperlink>
      <w:r w:rsidRPr="008C5209">
        <w:rPr>
          <w:rFonts w:ascii="Arial" w:hAnsi="Arial" w:cs="Arial"/>
          <w:color w:val="000000"/>
          <w:sz w:val="14"/>
          <w:szCs w:val="14"/>
        </w:rPr>
        <w:t xml:space="preserve">) mit Hauptsitz in Hamburg ist für Vertrieb, Vermarktung und Kundendienst der Produkte zur Positionsbestimmung </w:t>
      </w:r>
      <w:r w:rsidR="003F1044" w:rsidRPr="008C5209">
        <w:rPr>
          <w:rFonts w:ascii="Arial" w:hAnsi="Arial" w:cs="Arial"/>
          <w:color w:val="000000"/>
          <w:sz w:val="14"/>
          <w:szCs w:val="14"/>
        </w:rPr>
        <w:t>in</w:t>
      </w:r>
      <w:r w:rsidRPr="008C5209">
        <w:rPr>
          <w:rFonts w:ascii="Arial" w:hAnsi="Arial" w:cs="Arial"/>
          <w:color w:val="000000"/>
          <w:sz w:val="14"/>
          <w:szCs w:val="14"/>
        </w:rPr>
        <w:t xml:space="preserve"> den deutschsprachigen Märkten verantwortlich</w:t>
      </w:r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 (</w:t>
      </w:r>
      <w:hyperlink r:id="rId28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LinkedIn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29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Twitter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30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Facebook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31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Instagram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>)</w:t>
      </w:r>
      <w:r w:rsidRPr="008C5209">
        <w:rPr>
          <w:rFonts w:ascii="Arial" w:hAnsi="Arial" w:cs="Arial"/>
          <w:color w:val="000000"/>
          <w:sz w:val="14"/>
          <w:szCs w:val="14"/>
        </w:rPr>
        <w:t>.</w:t>
      </w:r>
    </w:p>
    <w:p w14:paraId="625304DF" w14:textId="53778C43" w:rsidR="00220EA2" w:rsidRPr="00220EA2" w:rsidRDefault="00220EA2" w:rsidP="00220EA2">
      <w:pPr>
        <w:rPr>
          <w:rFonts w:ascii="Arial" w:hAnsi="Arial" w:cs="Arial"/>
          <w:sz w:val="14"/>
          <w:szCs w:val="14"/>
        </w:rPr>
      </w:pPr>
    </w:p>
    <w:p w14:paraId="25EEBB8D" w14:textId="676B505A" w:rsidR="00220EA2" w:rsidRPr="00220EA2" w:rsidRDefault="00220EA2" w:rsidP="00220EA2">
      <w:pPr>
        <w:rPr>
          <w:rFonts w:ascii="Arial" w:hAnsi="Arial" w:cs="Arial"/>
          <w:sz w:val="14"/>
          <w:szCs w:val="14"/>
        </w:rPr>
      </w:pPr>
    </w:p>
    <w:p w14:paraId="529DD036" w14:textId="5780E154" w:rsidR="00220EA2" w:rsidRDefault="00220EA2" w:rsidP="00220EA2">
      <w:pPr>
        <w:rPr>
          <w:rFonts w:ascii="Arial" w:hAnsi="Arial" w:cs="Arial"/>
          <w:sz w:val="14"/>
          <w:szCs w:val="14"/>
        </w:rPr>
      </w:pPr>
    </w:p>
    <w:p w14:paraId="0B49861B" w14:textId="324E3A33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1EAA6F29" w14:textId="074D1BA3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0B7737F6" w14:textId="77777777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77AA9774" w14:textId="3495BD12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66813B18" w14:textId="19C9B48B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06C4EE99" w14:textId="5BE92A32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4C02261E" w14:textId="77777777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097D3221" w14:textId="77777777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22F8DEAD" w14:textId="77777777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40835FA6" w14:textId="77777777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0AF9441E" w14:textId="77777777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17B6DA17" w14:textId="77777777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5CD957C1" w14:textId="77777777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1908782F" w14:textId="77777777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74F75A38" w14:textId="77777777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504D0A8F" w14:textId="77777777" w:rsidR="00954001" w:rsidRPr="00220EA2" w:rsidRDefault="00220EA2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</w:p>
    <w:sectPr w:rsidR="00954001" w:rsidRPr="00220EA2" w:rsidSect="00AC20BD"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0" w:h="16840"/>
      <w:pgMar w:top="2713" w:right="1529" w:bottom="1946" w:left="1015" w:header="360" w:footer="177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19150" w14:textId="77777777" w:rsidR="001502BE" w:rsidRDefault="001502BE">
      <w:r>
        <w:separator/>
      </w:r>
    </w:p>
  </w:endnote>
  <w:endnote w:type="continuationSeparator" w:id="0">
    <w:p w14:paraId="45B2909B" w14:textId="77777777" w:rsidR="001502BE" w:rsidRDefault="00150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wis721 BT">
    <w:altName w:val="Cambria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1501155926"/>
      <w:docPartObj>
        <w:docPartGallery w:val="Page Numbers (Bottom of Page)"/>
        <w:docPartUnique/>
      </w:docPartObj>
    </w:sdtPr>
    <w:sdtContent>
      <w:p w14:paraId="7450BB61" w14:textId="77777777" w:rsidR="00EE1172" w:rsidRDefault="00EE1172" w:rsidP="00334EF6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8317179" w14:textId="77777777" w:rsidR="00EE1172" w:rsidRDefault="00EE1172" w:rsidP="00EE117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8EE1" w14:textId="542BB71C" w:rsidR="00CF01C7" w:rsidRDefault="009F2F68" w:rsidP="00EE1172">
    <w:pPr>
      <w:pStyle w:val="Fuzeile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D110ABB" wp14:editId="1324D77A">
              <wp:simplePos x="0" y="0"/>
              <wp:positionH relativeFrom="margin">
                <wp:posOffset>4853907</wp:posOffset>
              </wp:positionH>
              <wp:positionV relativeFrom="paragraph">
                <wp:posOffset>74363</wp:posOffset>
              </wp:positionV>
              <wp:extent cx="1931670" cy="1124050"/>
              <wp:effectExtent l="0" t="0" r="0" b="635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1670" cy="1124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16AA7AC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Pressekontakt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Topcon</w:t>
                          </w:r>
                          <w:proofErr w:type="spellEnd"/>
                        </w:p>
                        <w:p w14:paraId="53AF4ED8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Julia Kirchner</w:t>
                          </w:r>
                        </w:p>
                        <w:p w14:paraId="07709AC0" w14:textId="77777777" w:rsidR="008870EE" w:rsidRDefault="00000000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hyperlink r:id="rId1" w:history="1">
                            <w:r w:rsidR="008870EE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jkirchner@topcon.com</w:t>
                            </w:r>
                          </w:hyperlink>
                        </w:p>
                        <w:p w14:paraId="05ED68E8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Tel. +49 (0) </w:t>
                          </w:r>
                          <w:r w:rsidR="003C754C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40 – 226 33 16 - 0</w:t>
                          </w:r>
                        </w:p>
                        <w:p w14:paraId="7FDE45BF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</w:p>
                        <w:p w14:paraId="0D26BCCE" w14:textId="77777777" w:rsidR="008870EE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proofErr w:type="spellStart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Topcon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 Deutschland </w:t>
                          </w:r>
                          <w:proofErr w:type="spellStart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Positioning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 GmbH</w:t>
                          </w:r>
                        </w:p>
                        <w:p w14:paraId="2225ED99" w14:textId="77777777" w:rsidR="00CF01C7" w:rsidRPr="00B01F4B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A</w:t>
                          </w:r>
                          <w:r w:rsidR="00CF01C7" w:rsidRPr="00B01F4B">
                            <w:rPr>
                              <w:rFonts w:ascii="Arial" w:hAnsi="Arial" w:cs="Arial"/>
                              <w:sz w:val="12"/>
                            </w:rPr>
                            <w:t>lter Teichweg 55b</w:t>
                          </w:r>
                        </w:p>
                        <w:p w14:paraId="2418DA5B" w14:textId="77777777" w:rsidR="00CF01C7" w:rsidRPr="00B01F4B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22049 Hamburg</w:t>
                          </w:r>
                        </w:p>
                        <w:p w14:paraId="687D8B61" w14:textId="77777777" w:rsidR="00CF01C7" w:rsidRPr="00B01F4B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Tel. +49 (0) 40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226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33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16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-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0</w:t>
                          </w:r>
                        </w:p>
                        <w:p w14:paraId="3358FC87" w14:textId="77777777" w:rsidR="00CF01C7" w:rsidRPr="00B01F4B" w:rsidRDefault="00000000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hyperlink r:id="rId2" w:history="1">
                            <w:r w:rsidR="008870EE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tdp-info@topcon.com</w:t>
                            </w:r>
                          </w:hyperlink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, </w:t>
                          </w:r>
                          <w:hyperlink r:id="rId3" w:history="1">
                            <w:r w:rsidR="00AC20BD" w:rsidRPr="00790D09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www.topconpositioning.de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10A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8" type="#_x0000_t202" style="position:absolute;margin-left:382.2pt;margin-top:5.85pt;width:152.1pt;height:88.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" stroked="f">
              <v:textbox>
                <w:txbxContent>
                  <w:p w14:paraId="616AA7AC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Pressekontakt Topcon</w:t>
                    </w:r>
                  </w:p>
                  <w:p w14:paraId="53AF4ED8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Julia Kirchner</w:t>
                    </w:r>
                  </w:p>
                  <w:p w14:paraId="07709AC0" w14:textId="77777777" w:rsidR="008870EE" w:rsidRDefault="00000000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hyperlink r:id="rId4" w:history="1">
                      <w:r w:rsidR="008870EE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jkirchner@topcon.com</w:t>
                      </w:r>
                    </w:hyperlink>
                  </w:p>
                  <w:p w14:paraId="05ED68E8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 xml:space="preserve">Tel. +49 (0) </w:t>
                    </w:r>
                    <w:r w:rsidR="003C754C">
                      <w:rPr>
                        <w:rFonts w:ascii="Arial" w:hAnsi="Arial" w:cs="Arial"/>
                        <w:b/>
                        <w:sz w:val="12"/>
                      </w:rPr>
                      <w:t>40 – 226 33 16 - 0</w:t>
                    </w:r>
                  </w:p>
                  <w:p w14:paraId="7FDE45BF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</w:p>
                  <w:p w14:paraId="0D26BCCE" w14:textId="77777777" w:rsidR="008870EE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Topcon Deutschland Positioning GmbH</w:t>
                    </w:r>
                  </w:p>
                  <w:p w14:paraId="2225ED99" w14:textId="77777777" w:rsidR="00CF01C7" w:rsidRPr="00B01F4B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A</w:t>
                    </w:r>
                    <w:r w:rsidR="00CF01C7" w:rsidRPr="00B01F4B">
                      <w:rPr>
                        <w:rFonts w:ascii="Arial" w:hAnsi="Arial" w:cs="Arial"/>
                        <w:sz w:val="12"/>
                      </w:rPr>
                      <w:t>lter Teichweg 55b</w:t>
                    </w:r>
                  </w:p>
                  <w:p w14:paraId="2418DA5B" w14:textId="77777777" w:rsidR="00CF01C7" w:rsidRPr="00B01F4B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22049 Hamburg</w:t>
                    </w:r>
                  </w:p>
                  <w:p w14:paraId="687D8B61" w14:textId="77777777" w:rsidR="00CF01C7" w:rsidRPr="00B01F4B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Tel. +49 (0) 40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226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33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16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-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0</w:t>
                    </w:r>
                  </w:p>
                  <w:p w14:paraId="3358FC87" w14:textId="77777777" w:rsidR="00CF01C7" w:rsidRPr="00B01F4B" w:rsidRDefault="00000000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hyperlink r:id="rId5" w:history="1">
                      <w:r w:rsidR="008870EE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tdp-info@topcon.com</w:t>
                      </w:r>
                    </w:hyperlink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, </w:t>
                    </w:r>
                    <w:hyperlink r:id="rId6" w:history="1">
                      <w:r w:rsidR="00AC20BD" w:rsidRPr="00790D09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www.topconpositioning.de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953BF"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D5C7916" wp14:editId="10DD4425">
              <wp:simplePos x="0" y="0"/>
              <wp:positionH relativeFrom="column">
                <wp:posOffset>-69850</wp:posOffset>
              </wp:positionH>
              <wp:positionV relativeFrom="paragraph">
                <wp:posOffset>73660</wp:posOffset>
              </wp:positionV>
              <wp:extent cx="3543300" cy="1047750"/>
              <wp:effectExtent l="0" t="0" r="0" b="0"/>
              <wp:wrapTight wrapText="bothSides">
                <wp:wrapPolygon edited="0">
                  <wp:start x="0" y="0"/>
                  <wp:lineTo x="0" y="21469"/>
                  <wp:lineTo x="21523" y="21469"/>
                  <wp:lineTo x="21523" y="0"/>
                  <wp:lineTo x="0" y="0"/>
                </wp:wrapPolygon>
              </wp:wrapTight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543300" cy="1047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FCE5173" w14:textId="77777777" w:rsidR="00CF01C7" w:rsidRPr="00B01F4B" w:rsidRDefault="00CF01C7" w:rsidP="00AC20BD">
                          <w:pPr>
                            <w:pStyle w:val="berschrift1"/>
                            <w:spacing w:before="0" w:after="0" w:line="288" w:lineRule="auto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Für Rückfragen stehen wir Ihnen gerne zur Verfügung.</w:t>
                          </w:r>
                        </w:p>
                        <w:p w14:paraId="0917823F" w14:textId="77777777" w:rsidR="00CF01C7" w:rsidRPr="00B01F4B" w:rsidRDefault="00CF01C7" w:rsidP="00AC20BD">
                          <w:pPr>
                            <w:pStyle w:val="berschrift1"/>
                            <w:spacing w:before="0" w:after="0" w:line="288" w:lineRule="auto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Wir freuen uns über eine Veröffentlichung. </w:t>
                          </w:r>
                        </w:p>
                        <w:p w14:paraId="65EC59B7" w14:textId="77777777" w:rsidR="00CF01C7" w:rsidRPr="00B01F4B" w:rsidRDefault="00CF01C7" w:rsidP="00AC20BD">
                          <w:pPr>
                            <w:tabs>
                              <w:tab w:val="left" w:pos="284"/>
                            </w:tabs>
                            <w:spacing w:line="288" w:lineRule="auto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Bitte senden Sie nach Erscheinen ein Belegexemplar an: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</w:r>
                          <w:proofErr w:type="spellStart"/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wyynot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GmbH, Werbeagentur, PR-Agentur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 xml:space="preserve">PR-Organisation: </w:t>
                          </w:r>
                          <w:r w:rsidR="00EC443A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Susanne Stern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Rüppurrer Str. 4, 76137 Karlsruhe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 xml:space="preserve">Tel. +49 (0) 721 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-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62 71 007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65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</w:r>
                          <w:hyperlink r:id="rId7" w:history="1">
                            <w:r w:rsidR="00DB53E7" w:rsidRPr="00421472">
                              <w:rPr>
                                <w:rStyle w:val="Hyperlink"/>
                                <w:rFonts w:ascii="Arial" w:hAnsi="Arial" w:cs="Arial"/>
                                <w:sz w:val="12"/>
                                <w:szCs w:val="12"/>
                              </w:rPr>
                              <w:t>sstern@wyynot.de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hyperlink r:id="rId8" w:history="1">
                            <w:r w:rsidR="00AC20BD" w:rsidRPr="00790D09">
                              <w:rPr>
                                <w:rStyle w:val="Hyperlink"/>
                                <w:rFonts w:ascii="Arial" w:hAnsi="Arial" w:cs="Arial"/>
                                <w:sz w:val="12"/>
                                <w:szCs w:val="12"/>
                              </w:rPr>
                              <w:t>www.wyynot.de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5C7916" id="Text Box 2" o:spid="_x0000_s1049" type="#_x0000_t202" style="position:absolute;margin-left:-5.5pt;margin-top:5.8pt;width:279pt;height:8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" stroked="f">
              <v:textbox>
                <w:txbxContent>
                  <w:p w14:paraId="5FCE5173" w14:textId="77777777" w:rsidR="00CF01C7" w:rsidRPr="00B01F4B" w:rsidRDefault="00CF01C7" w:rsidP="00AC20BD">
                    <w:pPr>
                      <w:pStyle w:val="berschrift1"/>
                      <w:spacing w:before="0" w:after="0" w:line="288" w:lineRule="auto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Für Rückfragen stehen wir Ihnen gerne zur Verfügung.</w:t>
                    </w:r>
                  </w:p>
                  <w:p w14:paraId="0917823F" w14:textId="77777777" w:rsidR="00CF01C7" w:rsidRPr="00B01F4B" w:rsidRDefault="00CF01C7" w:rsidP="00AC20BD">
                    <w:pPr>
                      <w:pStyle w:val="berschrift1"/>
                      <w:spacing w:before="0" w:after="0" w:line="288" w:lineRule="auto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 xml:space="preserve">Wir freuen uns über eine Veröffentlichung. </w:t>
                    </w:r>
                  </w:p>
                  <w:p w14:paraId="65EC59B7" w14:textId="77777777" w:rsidR="00CF01C7" w:rsidRPr="00B01F4B" w:rsidRDefault="00CF01C7" w:rsidP="00AC20BD">
                    <w:pPr>
                      <w:tabs>
                        <w:tab w:val="left" w:pos="284"/>
                      </w:tabs>
                      <w:spacing w:line="288" w:lineRule="auto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01F4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Bitte senden Sie nach Erscheinen ein Belegexemplar an:</w:t>
                    </w:r>
                    <w:r w:rsidRPr="00B01F4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wyynot GmbH, Werbeagentur, PR-Agentur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 xml:space="preserve">PR-Organisation: </w:t>
                    </w:r>
                    <w:r w:rsidR="00EC443A">
                      <w:rPr>
                        <w:rFonts w:ascii="Arial" w:hAnsi="Arial" w:cs="Arial"/>
                        <w:sz w:val="12"/>
                        <w:szCs w:val="12"/>
                      </w:rPr>
                      <w:t>Susanne Stern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Rüppurrer Str. 4, 76137 Karlsruhe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 xml:space="preserve">Tel. +49 (0) 721 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>-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62 71 007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>65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</w:r>
                    <w:hyperlink r:id="rId9" w:history="1">
                      <w:r w:rsidR="00DB53E7" w:rsidRPr="00421472">
                        <w:rPr>
                          <w:rStyle w:val="Hyperlink"/>
                          <w:rFonts w:ascii="Arial" w:hAnsi="Arial" w:cs="Arial"/>
                          <w:sz w:val="12"/>
                          <w:szCs w:val="12"/>
                        </w:rPr>
                        <w:t>sstern@wyynot.de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hyperlink r:id="rId10" w:history="1">
                      <w:r w:rsidR="00AC20BD" w:rsidRPr="00790D09">
                        <w:rPr>
                          <w:rStyle w:val="Hyperlink"/>
                          <w:rFonts w:ascii="Arial" w:hAnsi="Arial" w:cs="Arial"/>
                          <w:sz w:val="12"/>
                          <w:szCs w:val="12"/>
                        </w:rPr>
                        <w:t>www.wyynot.de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26693" w14:textId="77777777" w:rsidR="00B01F4B" w:rsidRDefault="00E953BF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86A0471" wp14:editId="56392210">
              <wp:simplePos x="0" y="0"/>
              <wp:positionH relativeFrom="column">
                <wp:posOffset>4362450</wp:posOffset>
              </wp:positionH>
              <wp:positionV relativeFrom="paragraph">
                <wp:posOffset>304800</wp:posOffset>
              </wp:positionV>
              <wp:extent cx="2188845" cy="97282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88845" cy="972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F29A606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b/>
                              <w:color w:val="000000"/>
                              <w:sz w:val="12"/>
                            </w:rPr>
                            <w:t xml:space="preserve">Pressekontakt </w:t>
                          </w:r>
                          <w:proofErr w:type="spellStart"/>
                          <w:r w:rsidRPr="008C5209">
                            <w:rPr>
                              <w:rFonts w:ascii="Arial" w:hAnsi="Arial" w:cs="Arial"/>
                              <w:b/>
                              <w:color w:val="000000"/>
                              <w:sz w:val="12"/>
                            </w:rPr>
                            <w:t>Topcon</w:t>
                          </w:r>
                          <w:proofErr w:type="spellEnd"/>
                          <w:r w:rsidRPr="008C5209">
                            <w:rPr>
                              <w:rFonts w:ascii="Arial" w:hAnsi="Arial" w:cs="Arial"/>
                              <w:b/>
                              <w:color w:val="000000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Deutschland </w:t>
                          </w:r>
                          <w:proofErr w:type="spellStart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Positioning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 GmbH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Julia Kirchner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</w:r>
                          <w:hyperlink r:id="rId1" w:history="1">
                            <w:r w:rsidRPr="008C5209">
                              <w:rPr>
                                <w:rStyle w:val="Hyperlink"/>
                                <w:rFonts w:ascii="Arial" w:hAnsi="Arial" w:cs="Arial"/>
                                <w:color w:val="000000"/>
                                <w:sz w:val="12"/>
                                <w:u w:val="none"/>
                              </w:rPr>
                              <w:t>jkirchner@topcon.com</w:t>
                            </w:r>
                          </w:hyperlink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Tel. +49 (0) 201 / 86 19 262</w:t>
                          </w:r>
                        </w:p>
                        <w:p w14:paraId="1BD30747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</w:r>
                          <w:proofErr w:type="spellStart"/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>Topcon</w:t>
                          </w:r>
                          <w:proofErr w:type="spellEnd"/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 xml:space="preserve"> Deutschland </w:t>
                          </w:r>
                          <w:proofErr w:type="spellStart"/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>Positioning</w:t>
                          </w:r>
                          <w:proofErr w:type="spellEnd"/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 xml:space="preserve"> GmbH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Alter Teichweg 55b, 22049 Hamburg</w:t>
                          </w:r>
                        </w:p>
                        <w:p w14:paraId="09CAF322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>Tel. +49 (0) 4022 63 316-0</w:t>
                          </w:r>
                        </w:p>
                        <w:p w14:paraId="49DE05A4" w14:textId="77777777" w:rsidR="002E2FB6" w:rsidRPr="008C5209" w:rsidRDefault="00000000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hyperlink r:id="rId2" w:history="1">
                            <w:r w:rsidR="00220EA2" w:rsidRPr="00E068E5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www.topconpositioning.com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A0471"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margin-left:343.5pt;margin-top:24pt;width:172.35pt;height:76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" stroked="f">
              <v:textbox>
                <w:txbxContent>
                  <w:p w14:paraId="1F29A606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b/>
                        <w:color w:val="000000"/>
                        <w:sz w:val="12"/>
                      </w:rPr>
                      <w:t xml:space="preserve">Pressekontakt Topcon </w:t>
                    </w:r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Deutschland Positioning GmbH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Julia Kirchner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</w:r>
                    <w:hyperlink r:id="rId3" w:history="1">
                      <w:r w:rsidRPr="008C5209">
                        <w:rPr>
                          <w:rStyle w:val="Hyperlink"/>
                          <w:rFonts w:ascii="Arial" w:hAnsi="Arial" w:cs="Arial"/>
                          <w:color w:val="000000"/>
                          <w:sz w:val="12"/>
                          <w:u w:val="none"/>
                        </w:rPr>
                        <w:t>jkirchner@topcon.com</w:t>
                      </w:r>
                    </w:hyperlink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Tel. +49 (0) 201 / 86 19 262</w:t>
                    </w:r>
                  </w:p>
                  <w:p w14:paraId="1BD30747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Topcon Deutschland Positioning GmbH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Alter Teichweg 55b, 22049 Hamburg</w:t>
                    </w:r>
                  </w:p>
                  <w:p w14:paraId="09CAF322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t>Tel. +49 (0) 4022 63 316-0</w:t>
                    </w:r>
                  </w:p>
                  <w:p w14:paraId="49DE05A4" w14:textId="77777777" w:rsidR="002E2FB6" w:rsidRPr="008C5209" w:rsidRDefault="00000000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hyperlink r:id="rId4" w:history="1">
                      <w:r w:rsidR="00220EA2" w:rsidRPr="00E068E5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www.topconpositioning.com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68DCB6CC" wp14:editId="765D9B07">
              <wp:simplePos x="0" y="0"/>
              <wp:positionH relativeFrom="column">
                <wp:posOffset>-84455</wp:posOffset>
              </wp:positionH>
              <wp:positionV relativeFrom="paragraph">
                <wp:posOffset>317500</wp:posOffset>
              </wp:positionV>
              <wp:extent cx="3893185" cy="914400"/>
              <wp:effectExtent l="0" t="0" r="0" b="0"/>
              <wp:wrapTight wrapText="bothSides">
                <wp:wrapPolygon edited="0">
                  <wp:start x="0" y="0"/>
                  <wp:lineTo x="0" y="21300"/>
                  <wp:lineTo x="21561" y="21300"/>
                  <wp:lineTo x="21561" y="0"/>
                  <wp:lineTo x="0" y="0"/>
                </wp:wrapPolygon>
              </wp:wrapTight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89318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8DB0C92" w14:textId="77777777" w:rsidR="00B01F4B" w:rsidRPr="00B01F4B" w:rsidRDefault="00B01F4B" w:rsidP="00B01F4B">
                          <w:pPr>
                            <w:pStyle w:val="berschrift1"/>
                            <w:spacing w:before="0" w:after="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Für Rückfragen stehen wir Ihnen gerne zur Verfügung.</w:t>
                          </w:r>
                        </w:p>
                        <w:p w14:paraId="767E160D" w14:textId="77777777" w:rsidR="00B01F4B" w:rsidRPr="00D47CD7" w:rsidRDefault="00B01F4B" w:rsidP="00D47CD7">
                          <w:pPr>
                            <w:pStyle w:val="berschrift1"/>
                            <w:spacing w:before="0" w:after="0"/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Wir freuen uns über eine Veröffentlichung. Bitte senden Sie nach Erscheinen ein Belegexemplar an:</w:t>
                          </w: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br/>
                          </w: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br/>
                          </w:r>
                          <w:proofErr w:type="spellStart"/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t>wyynot</w:t>
                          </w:r>
                          <w:proofErr w:type="spellEnd"/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t xml:space="preserve"> GmbH, Werbeagentur, PR-Agentur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PR-Organisation: Annett Winkle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Rüppurrer Str. 4, 76137 Karlsruhe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Tel. +49 (0) 721 / 62 71 007-65, Fax +49 (0) 721 / 62 71 007-79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winkle@wyynot.de, www.wyynot.de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DCB6CC" id="_x0000_s1052" type="#_x0000_t202" style="position:absolute;margin-left:-6.65pt;margin-top:25pt;width:306.55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" stroked="f">
              <v:textbox>
                <w:txbxContent>
                  <w:p w14:paraId="28DB0C92" w14:textId="77777777" w:rsidR="00B01F4B" w:rsidRPr="00B01F4B" w:rsidRDefault="00B01F4B" w:rsidP="00B01F4B">
                    <w:pPr>
                      <w:pStyle w:val="berschrift1"/>
                      <w:spacing w:before="0" w:after="0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Für Rückfragen stehen wir Ihnen gerne zur Verfügung.</w:t>
                    </w:r>
                  </w:p>
                  <w:p w14:paraId="767E160D" w14:textId="77777777" w:rsidR="00B01F4B" w:rsidRPr="00D47CD7" w:rsidRDefault="00B01F4B" w:rsidP="00D47CD7">
                    <w:pPr>
                      <w:pStyle w:val="berschrift1"/>
                      <w:spacing w:before="0" w:after="0"/>
                      <w:rPr>
                        <w:rFonts w:cs="Arial"/>
                        <w:b w:val="0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Wir freuen uns über eine Veröffentlichung. Bitte senden Sie nach Erscheinen ein Belegexemplar an:</w:t>
                    </w:r>
                    <w:r w:rsidRPr="00B01F4B">
                      <w:rPr>
                        <w:rFonts w:cs="Arial"/>
                        <w:sz w:val="12"/>
                        <w:szCs w:val="12"/>
                      </w:rPr>
                      <w:br/>
                    </w:r>
                    <w:r w:rsidRPr="00B01F4B">
                      <w:rPr>
                        <w:rFonts w:cs="Arial"/>
                        <w:sz w:val="12"/>
                        <w:szCs w:val="12"/>
                      </w:rPr>
                      <w:br/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t>wyynot GmbH, Werbeagentur, PR-Agentur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PR-Organisation: Annett Winkle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Rüppurrer Str. 4, 76137 Karlsruhe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Tel. +49 (0) 721 / 62 71 007-65, Fax +49 (0) 721 / 62 71 007-79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winkle@wyynot.de, www.wyynot.de</w:t>
                    </w: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2CBA9" w14:textId="77777777" w:rsidR="001502BE" w:rsidRDefault="001502BE">
      <w:r>
        <w:separator/>
      </w:r>
    </w:p>
  </w:footnote>
  <w:footnote w:type="continuationSeparator" w:id="0">
    <w:p w14:paraId="2351FA96" w14:textId="77777777" w:rsidR="001502BE" w:rsidRDefault="00150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82525" w14:textId="77777777" w:rsidR="00D47CD7" w:rsidRDefault="00EE1172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D01149" wp14:editId="5934043F">
              <wp:simplePos x="0" y="0"/>
              <wp:positionH relativeFrom="page">
                <wp:posOffset>3586</wp:posOffset>
              </wp:positionH>
              <wp:positionV relativeFrom="paragraph">
                <wp:posOffset>-230505</wp:posOffset>
              </wp:positionV>
              <wp:extent cx="7753350" cy="660400"/>
              <wp:effectExtent l="0" t="0" r="0" b="0"/>
              <wp:wrapNone/>
              <wp:docPr id="1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F8F964" id="Rectangle 6" o:spid="_x0000_s1026" style="position:absolute;margin-left:.3pt;margin-top:-18.15pt;width:610.5pt;height:5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" fillcolor="#f4f4f4" stroked="f" strokeweight="2pt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93BFDA" wp14:editId="2E33D54E">
              <wp:simplePos x="0" y="0"/>
              <wp:positionH relativeFrom="column">
                <wp:posOffset>4851400</wp:posOffset>
              </wp:positionH>
              <wp:positionV relativeFrom="paragraph">
                <wp:posOffset>4445</wp:posOffset>
              </wp:positionV>
              <wp:extent cx="1777365" cy="266700"/>
              <wp:effectExtent l="0" t="0" r="0" b="0"/>
              <wp:wrapNone/>
              <wp:docPr id="1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73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8850C1" w14:textId="77777777" w:rsidR="00C03880" w:rsidRPr="00E81F3B" w:rsidRDefault="00C03880" w:rsidP="00C03880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81F3B">
                            <w:rPr>
                              <w:rFonts w:ascii="Arial" w:hAnsi="Arial" w:cs="Arial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93BFD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7" type="#_x0000_t202" style="position:absolute;margin-left:382pt;margin-top:.35pt;width:139.9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" filled="f" stroked="f" strokeweight=".5pt">
              <v:textbox>
                <w:txbxContent>
                  <w:p w14:paraId="7E8850C1" w14:textId="77777777" w:rsidR="00C03880" w:rsidRPr="00E81F3B" w:rsidRDefault="00C03880" w:rsidP="00C03880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E81F3B">
                      <w:rPr>
                        <w:rFonts w:ascii="Arial" w:hAnsi="Arial" w:cs="Arial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158AD347" wp14:editId="09D7F847">
          <wp:simplePos x="0" y="0"/>
          <wp:positionH relativeFrom="margin">
            <wp:posOffset>-17780</wp:posOffset>
          </wp:positionH>
          <wp:positionV relativeFrom="paragraph">
            <wp:posOffset>39183</wp:posOffset>
          </wp:positionV>
          <wp:extent cx="927100" cy="152400"/>
          <wp:effectExtent l="0" t="0" r="0" b="0"/>
          <wp:wrapThrough wrapText="bothSides">
            <wp:wrapPolygon edited="0">
              <wp:start x="888" y="0"/>
              <wp:lineTo x="0" y="9000"/>
              <wp:lineTo x="0" y="19800"/>
              <wp:lineTo x="21304" y="19800"/>
              <wp:lineTo x="21304" y="0"/>
              <wp:lineTo x="5918" y="0"/>
              <wp:lineTo x="888" y="0"/>
            </wp:wrapPolygon>
          </wp:wrapThrough>
          <wp:docPr id="14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1A5FE" w14:textId="77777777" w:rsidR="00870D37" w:rsidRPr="008C5209" w:rsidRDefault="00E953BF" w:rsidP="00846CEF">
    <w:pPr>
      <w:pStyle w:val="Kopfzeile"/>
      <w:ind w:left="-720" w:right="-720"/>
      <w:jc w:val="center"/>
      <w:rPr>
        <w:rFonts w:ascii="Arial" w:hAnsi="Arial"/>
        <w:color w:val="FFFFFF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FE1E5E" wp14:editId="3FDFE0A1">
              <wp:simplePos x="0" y="0"/>
              <wp:positionH relativeFrom="column">
                <wp:posOffset>4481195</wp:posOffset>
              </wp:positionH>
              <wp:positionV relativeFrom="paragraph">
                <wp:posOffset>63500</wp:posOffset>
              </wp:positionV>
              <wp:extent cx="1949450" cy="266700"/>
              <wp:effectExtent l="0" t="0" r="0" b="0"/>
              <wp:wrapNone/>
              <wp:docPr id="2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58AD5FB" w14:textId="77777777" w:rsidR="00327EDB" w:rsidRPr="00E81F3B" w:rsidRDefault="00327EDB" w:rsidP="00327EDB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81F3B">
                            <w:rPr>
                              <w:rFonts w:ascii="Arial" w:hAnsi="Arial" w:cs="Arial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FE1E5E"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0;text-align:left;margin-left:352.85pt;margin-top:5pt;width:153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" filled="f" stroked="f" strokeweight=".5pt">
              <v:textbox>
                <w:txbxContent>
                  <w:p w14:paraId="658AD5FB" w14:textId="77777777" w:rsidR="00327EDB" w:rsidRPr="00E81F3B" w:rsidRDefault="00327EDB" w:rsidP="00327EDB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E81F3B">
                      <w:rPr>
                        <w:rFonts w:ascii="Arial" w:hAnsi="Arial" w:cs="Arial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0AB94A39" wp14:editId="016115FF">
          <wp:simplePos x="0" y="0"/>
          <wp:positionH relativeFrom="margin">
            <wp:posOffset>-19050</wp:posOffset>
          </wp:positionH>
          <wp:positionV relativeFrom="paragraph">
            <wp:posOffset>101600</wp:posOffset>
          </wp:positionV>
          <wp:extent cx="927100" cy="152400"/>
          <wp:effectExtent l="0" t="0" r="0" b="0"/>
          <wp:wrapThrough wrapText="bothSides">
            <wp:wrapPolygon edited="0">
              <wp:start x="888" y="0"/>
              <wp:lineTo x="0" y="9000"/>
              <wp:lineTo x="0" y="19800"/>
              <wp:lineTo x="21304" y="19800"/>
              <wp:lineTo x="21304" y="0"/>
              <wp:lineTo x="5918" y="0"/>
              <wp:lineTo x="888" y="0"/>
            </wp:wrapPolygon>
          </wp:wrapThrough>
          <wp:docPr id="3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958E57" wp14:editId="788243A5">
              <wp:simplePos x="0" y="0"/>
              <wp:positionH relativeFrom="page">
                <wp:posOffset>-15875</wp:posOffset>
              </wp:positionH>
              <wp:positionV relativeFrom="paragraph">
                <wp:posOffset>-206375</wp:posOffset>
              </wp:positionV>
              <wp:extent cx="7753350" cy="660400"/>
              <wp:effectExtent l="0" t="0" r="0" b="0"/>
              <wp:wrapNone/>
              <wp:docPr id="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449C48" id="Rectangle 6" o:spid="_x0000_s1026" style="position:absolute;margin-left:-1.25pt;margin-top:-16.25pt;width:610.5pt;height:52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" fillcolor="#f4f4f4" stroked="f" strokeweight="2pt">
              <w10:wrap anchorx="page"/>
            </v:rect>
          </w:pict>
        </mc:Fallback>
      </mc:AlternateContent>
    </w:r>
  </w:p>
  <w:p w14:paraId="7A19B2DF" w14:textId="77777777" w:rsidR="00870D37" w:rsidRPr="008C5209" w:rsidRDefault="00870D37" w:rsidP="00220127">
    <w:pPr>
      <w:pStyle w:val="Kopfzeile"/>
      <w:ind w:right="-720"/>
      <w:jc w:val="right"/>
      <w:rPr>
        <w:rFonts w:ascii="Arial" w:hAnsi="Arial"/>
        <w:color w:val="FFFFFF"/>
        <w:sz w:val="32"/>
        <w:szCs w:val="32"/>
      </w:rPr>
    </w:pPr>
  </w:p>
  <w:p w14:paraId="46F01EA8" w14:textId="77777777" w:rsidR="00870D37" w:rsidRDefault="00870D37" w:rsidP="00F36C99">
    <w:pPr>
      <w:pStyle w:val="Kopfzeile"/>
      <w:spacing w:before="10" w:after="10" w:line="276" w:lineRule="auto"/>
      <w:ind w:right="-720"/>
      <w:jc w:val="right"/>
      <w:rPr>
        <w:rFonts w:ascii="Arial" w:hAnsi="Arial"/>
        <w:color w:val="EEB111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84778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spelling="clean" w:grammar="clean"/>
  <w:attachedTemplate r:id="rId1"/>
  <w:defaultTabStop w:val="720"/>
  <w:hyphenationZone w:val="425"/>
  <w:drawingGridHorizontalSpacing w:val="119"/>
  <w:drawingGridVerticalSpacing w:val="164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2D"/>
    <w:rsid w:val="000064F5"/>
    <w:rsid w:val="00006C61"/>
    <w:rsid w:val="0001184B"/>
    <w:rsid w:val="0002330A"/>
    <w:rsid w:val="0002476E"/>
    <w:rsid w:val="0003467B"/>
    <w:rsid w:val="00037B1F"/>
    <w:rsid w:val="00041628"/>
    <w:rsid w:val="000418C2"/>
    <w:rsid w:val="00073328"/>
    <w:rsid w:val="00082B13"/>
    <w:rsid w:val="00085DC5"/>
    <w:rsid w:val="000872FF"/>
    <w:rsid w:val="00091CFC"/>
    <w:rsid w:val="0009234C"/>
    <w:rsid w:val="00096B9D"/>
    <w:rsid w:val="000A3E9F"/>
    <w:rsid w:val="000B10F4"/>
    <w:rsid w:val="000B5413"/>
    <w:rsid w:val="000C0102"/>
    <w:rsid w:val="000C3C4C"/>
    <w:rsid w:val="000C465C"/>
    <w:rsid w:val="000C6429"/>
    <w:rsid w:val="000D117E"/>
    <w:rsid w:val="000D7B05"/>
    <w:rsid w:val="000F09A9"/>
    <w:rsid w:val="000F50B9"/>
    <w:rsid w:val="0010107F"/>
    <w:rsid w:val="00105D3C"/>
    <w:rsid w:val="00106FB1"/>
    <w:rsid w:val="0011043E"/>
    <w:rsid w:val="001149A4"/>
    <w:rsid w:val="001269F8"/>
    <w:rsid w:val="00127814"/>
    <w:rsid w:val="00130BEA"/>
    <w:rsid w:val="0014648C"/>
    <w:rsid w:val="001502BE"/>
    <w:rsid w:val="00150A1A"/>
    <w:rsid w:val="00150EE2"/>
    <w:rsid w:val="00163F32"/>
    <w:rsid w:val="001732E2"/>
    <w:rsid w:val="001758F6"/>
    <w:rsid w:val="00177523"/>
    <w:rsid w:val="001855FB"/>
    <w:rsid w:val="00187E48"/>
    <w:rsid w:val="00191FDD"/>
    <w:rsid w:val="00197601"/>
    <w:rsid w:val="001A276A"/>
    <w:rsid w:val="001A2C39"/>
    <w:rsid w:val="001A5950"/>
    <w:rsid w:val="001B5B68"/>
    <w:rsid w:val="001B6BA0"/>
    <w:rsid w:val="001C7D7D"/>
    <w:rsid w:val="001D47AE"/>
    <w:rsid w:val="001D71E9"/>
    <w:rsid w:val="001E495F"/>
    <w:rsid w:val="001F52F1"/>
    <w:rsid w:val="0021108A"/>
    <w:rsid w:val="00211CAC"/>
    <w:rsid w:val="0021353A"/>
    <w:rsid w:val="00213BC9"/>
    <w:rsid w:val="00215BCA"/>
    <w:rsid w:val="00215D7B"/>
    <w:rsid w:val="00220127"/>
    <w:rsid w:val="00220DBC"/>
    <w:rsid w:val="00220EA2"/>
    <w:rsid w:val="002216B6"/>
    <w:rsid w:val="00224510"/>
    <w:rsid w:val="00232E52"/>
    <w:rsid w:val="00234742"/>
    <w:rsid w:val="002377E8"/>
    <w:rsid w:val="00247FF4"/>
    <w:rsid w:val="002615A6"/>
    <w:rsid w:val="00265C21"/>
    <w:rsid w:val="00267859"/>
    <w:rsid w:val="002721E6"/>
    <w:rsid w:val="002751AA"/>
    <w:rsid w:val="002811A7"/>
    <w:rsid w:val="00283421"/>
    <w:rsid w:val="00283663"/>
    <w:rsid w:val="0029076E"/>
    <w:rsid w:val="00293F3A"/>
    <w:rsid w:val="00294467"/>
    <w:rsid w:val="002A070C"/>
    <w:rsid w:val="002A1B4F"/>
    <w:rsid w:val="002A4D14"/>
    <w:rsid w:val="002A638E"/>
    <w:rsid w:val="002B2158"/>
    <w:rsid w:val="002B32F1"/>
    <w:rsid w:val="002B65A9"/>
    <w:rsid w:val="002D218E"/>
    <w:rsid w:val="002D64CC"/>
    <w:rsid w:val="002E2BC8"/>
    <w:rsid w:val="002E2FB6"/>
    <w:rsid w:val="002E5E21"/>
    <w:rsid w:val="002F29C4"/>
    <w:rsid w:val="002F4B1D"/>
    <w:rsid w:val="00305554"/>
    <w:rsid w:val="0031325E"/>
    <w:rsid w:val="00313F6E"/>
    <w:rsid w:val="003163AA"/>
    <w:rsid w:val="0032173B"/>
    <w:rsid w:val="003217F4"/>
    <w:rsid w:val="00327EDB"/>
    <w:rsid w:val="00340920"/>
    <w:rsid w:val="00346AEA"/>
    <w:rsid w:val="003507A9"/>
    <w:rsid w:val="00351A68"/>
    <w:rsid w:val="00353911"/>
    <w:rsid w:val="00355294"/>
    <w:rsid w:val="003556AC"/>
    <w:rsid w:val="003609F8"/>
    <w:rsid w:val="00363113"/>
    <w:rsid w:val="00371667"/>
    <w:rsid w:val="003801D4"/>
    <w:rsid w:val="0038352E"/>
    <w:rsid w:val="00393262"/>
    <w:rsid w:val="0039761D"/>
    <w:rsid w:val="003A4820"/>
    <w:rsid w:val="003A6C06"/>
    <w:rsid w:val="003A7243"/>
    <w:rsid w:val="003B13A5"/>
    <w:rsid w:val="003B1941"/>
    <w:rsid w:val="003B200E"/>
    <w:rsid w:val="003B4135"/>
    <w:rsid w:val="003B7B7C"/>
    <w:rsid w:val="003C23C7"/>
    <w:rsid w:val="003C3E10"/>
    <w:rsid w:val="003C6648"/>
    <w:rsid w:val="003C71CF"/>
    <w:rsid w:val="003C754C"/>
    <w:rsid w:val="003D35E3"/>
    <w:rsid w:val="003E1418"/>
    <w:rsid w:val="003E2C2E"/>
    <w:rsid w:val="003F1044"/>
    <w:rsid w:val="003F134C"/>
    <w:rsid w:val="003F5E34"/>
    <w:rsid w:val="00412292"/>
    <w:rsid w:val="00412AC9"/>
    <w:rsid w:val="00413E95"/>
    <w:rsid w:val="00416269"/>
    <w:rsid w:val="0042458D"/>
    <w:rsid w:val="0043387D"/>
    <w:rsid w:val="00433A38"/>
    <w:rsid w:val="00441E7A"/>
    <w:rsid w:val="00444943"/>
    <w:rsid w:val="00447302"/>
    <w:rsid w:val="00461053"/>
    <w:rsid w:val="0046547D"/>
    <w:rsid w:val="0046616D"/>
    <w:rsid w:val="00471166"/>
    <w:rsid w:val="00482A23"/>
    <w:rsid w:val="00486106"/>
    <w:rsid w:val="004A0293"/>
    <w:rsid w:val="004A2EAA"/>
    <w:rsid w:val="004A6854"/>
    <w:rsid w:val="004B3595"/>
    <w:rsid w:val="004B7460"/>
    <w:rsid w:val="004B7B79"/>
    <w:rsid w:val="004C2A52"/>
    <w:rsid w:val="004C416B"/>
    <w:rsid w:val="004C4705"/>
    <w:rsid w:val="004C74CC"/>
    <w:rsid w:val="004C77DD"/>
    <w:rsid w:val="004C7A45"/>
    <w:rsid w:val="004C7DC9"/>
    <w:rsid w:val="004D399D"/>
    <w:rsid w:val="004D4E39"/>
    <w:rsid w:val="004E1C7F"/>
    <w:rsid w:val="004F0BDC"/>
    <w:rsid w:val="004F34AE"/>
    <w:rsid w:val="004F3A0A"/>
    <w:rsid w:val="004F771F"/>
    <w:rsid w:val="004F7FEC"/>
    <w:rsid w:val="005022AD"/>
    <w:rsid w:val="00513E5B"/>
    <w:rsid w:val="00527B70"/>
    <w:rsid w:val="00536ED5"/>
    <w:rsid w:val="005378E1"/>
    <w:rsid w:val="00542A20"/>
    <w:rsid w:val="0054571F"/>
    <w:rsid w:val="00545E45"/>
    <w:rsid w:val="005502C7"/>
    <w:rsid w:val="0058661A"/>
    <w:rsid w:val="0058710D"/>
    <w:rsid w:val="00587A94"/>
    <w:rsid w:val="005A23A0"/>
    <w:rsid w:val="005A4B01"/>
    <w:rsid w:val="005C1A22"/>
    <w:rsid w:val="005C44F8"/>
    <w:rsid w:val="005C48E8"/>
    <w:rsid w:val="005C7305"/>
    <w:rsid w:val="005C7775"/>
    <w:rsid w:val="005D7617"/>
    <w:rsid w:val="005E06AE"/>
    <w:rsid w:val="005E5D90"/>
    <w:rsid w:val="005F0C86"/>
    <w:rsid w:val="005F252D"/>
    <w:rsid w:val="005F3D0B"/>
    <w:rsid w:val="005F4AA3"/>
    <w:rsid w:val="005F6114"/>
    <w:rsid w:val="005F7DD6"/>
    <w:rsid w:val="006053E9"/>
    <w:rsid w:val="006103A4"/>
    <w:rsid w:val="0061068D"/>
    <w:rsid w:val="00610E3F"/>
    <w:rsid w:val="006112E8"/>
    <w:rsid w:val="00612FA3"/>
    <w:rsid w:val="0061580F"/>
    <w:rsid w:val="00616127"/>
    <w:rsid w:val="00617F10"/>
    <w:rsid w:val="00622524"/>
    <w:rsid w:val="006274D0"/>
    <w:rsid w:val="0063192D"/>
    <w:rsid w:val="006357F9"/>
    <w:rsid w:val="00635EAD"/>
    <w:rsid w:val="00637E81"/>
    <w:rsid w:val="0064309C"/>
    <w:rsid w:val="006452C0"/>
    <w:rsid w:val="006456AE"/>
    <w:rsid w:val="0065235A"/>
    <w:rsid w:val="00653C74"/>
    <w:rsid w:val="006643CB"/>
    <w:rsid w:val="00665B0C"/>
    <w:rsid w:val="00666779"/>
    <w:rsid w:val="006713DD"/>
    <w:rsid w:val="00682310"/>
    <w:rsid w:val="00686C79"/>
    <w:rsid w:val="006926B3"/>
    <w:rsid w:val="00694A6D"/>
    <w:rsid w:val="00694FE5"/>
    <w:rsid w:val="00697648"/>
    <w:rsid w:val="006A0908"/>
    <w:rsid w:val="006A170A"/>
    <w:rsid w:val="006B2A9A"/>
    <w:rsid w:val="006C6B2E"/>
    <w:rsid w:val="006C7943"/>
    <w:rsid w:val="006D3CF8"/>
    <w:rsid w:val="006D787F"/>
    <w:rsid w:val="006E05C2"/>
    <w:rsid w:val="006E2F31"/>
    <w:rsid w:val="006F2B49"/>
    <w:rsid w:val="00706D35"/>
    <w:rsid w:val="0070717D"/>
    <w:rsid w:val="0071332E"/>
    <w:rsid w:val="00722C27"/>
    <w:rsid w:val="007530F6"/>
    <w:rsid w:val="00754E7E"/>
    <w:rsid w:val="00756005"/>
    <w:rsid w:val="007605FA"/>
    <w:rsid w:val="00765F8C"/>
    <w:rsid w:val="00772102"/>
    <w:rsid w:val="00773A4C"/>
    <w:rsid w:val="0078384A"/>
    <w:rsid w:val="007860B7"/>
    <w:rsid w:val="0078639E"/>
    <w:rsid w:val="00790F45"/>
    <w:rsid w:val="007A2ACD"/>
    <w:rsid w:val="007B0EFE"/>
    <w:rsid w:val="007B2ADF"/>
    <w:rsid w:val="007B3233"/>
    <w:rsid w:val="007B60BD"/>
    <w:rsid w:val="007B7293"/>
    <w:rsid w:val="007C481B"/>
    <w:rsid w:val="007C5005"/>
    <w:rsid w:val="007C55DB"/>
    <w:rsid w:val="007C7A35"/>
    <w:rsid w:val="007D26FD"/>
    <w:rsid w:val="007D673F"/>
    <w:rsid w:val="007D7E77"/>
    <w:rsid w:val="007E1B1B"/>
    <w:rsid w:val="007F4506"/>
    <w:rsid w:val="007F6074"/>
    <w:rsid w:val="00800FB4"/>
    <w:rsid w:val="00803BAD"/>
    <w:rsid w:val="0080454B"/>
    <w:rsid w:val="00810DE0"/>
    <w:rsid w:val="00813858"/>
    <w:rsid w:val="008141F4"/>
    <w:rsid w:val="00816A4A"/>
    <w:rsid w:val="00826427"/>
    <w:rsid w:val="00827142"/>
    <w:rsid w:val="00832E9A"/>
    <w:rsid w:val="008469A0"/>
    <w:rsid w:val="00846CEF"/>
    <w:rsid w:val="0084736A"/>
    <w:rsid w:val="00852FA3"/>
    <w:rsid w:val="00853C9A"/>
    <w:rsid w:val="0086375B"/>
    <w:rsid w:val="00866C69"/>
    <w:rsid w:val="008702B4"/>
    <w:rsid w:val="00870D37"/>
    <w:rsid w:val="0087315D"/>
    <w:rsid w:val="00874938"/>
    <w:rsid w:val="008802C4"/>
    <w:rsid w:val="00882DC6"/>
    <w:rsid w:val="008870EE"/>
    <w:rsid w:val="00891FF7"/>
    <w:rsid w:val="008962D4"/>
    <w:rsid w:val="008C3A35"/>
    <w:rsid w:val="008C5209"/>
    <w:rsid w:val="008C6E94"/>
    <w:rsid w:val="008D0202"/>
    <w:rsid w:val="008D047E"/>
    <w:rsid w:val="008D52F2"/>
    <w:rsid w:val="008E02CD"/>
    <w:rsid w:val="008E1907"/>
    <w:rsid w:val="008F54A3"/>
    <w:rsid w:val="009115C1"/>
    <w:rsid w:val="00911FD9"/>
    <w:rsid w:val="00913212"/>
    <w:rsid w:val="00915178"/>
    <w:rsid w:val="009367F3"/>
    <w:rsid w:val="00936D22"/>
    <w:rsid w:val="009423F5"/>
    <w:rsid w:val="009434F4"/>
    <w:rsid w:val="009469A5"/>
    <w:rsid w:val="00951599"/>
    <w:rsid w:val="00953F3D"/>
    <w:rsid w:val="00954001"/>
    <w:rsid w:val="00955B4E"/>
    <w:rsid w:val="00956EF7"/>
    <w:rsid w:val="00957E31"/>
    <w:rsid w:val="009627AB"/>
    <w:rsid w:val="0096613C"/>
    <w:rsid w:val="009666D5"/>
    <w:rsid w:val="00967295"/>
    <w:rsid w:val="00975493"/>
    <w:rsid w:val="009914F1"/>
    <w:rsid w:val="00995B68"/>
    <w:rsid w:val="009964DE"/>
    <w:rsid w:val="009A3032"/>
    <w:rsid w:val="009A4E76"/>
    <w:rsid w:val="009A55A6"/>
    <w:rsid w:val="009C3261"/>
    <w:rsid w:val="009C7784"/>
    <w:rsid w:val="009C7FB2"/>
    <w:rsid w:val="009E57B4"/>
    <w:rsid w:val="009F0BB4"/>
    <w:rsid w:val="009F0FD7"/>
    <w:rsid w:val="009F2F68"/>
    <w:rsid w:val="009F4133"/>
    <w:rsid w:val="00A01984"/>
    <w:rsid w:val="00A06D66"/>
    <w:rsid w:val="00A14D45"/>
    <w:rsid w:val="00A36D45"/>
    <w:rsid w:val="00A47E24"/>
    <w:rsid w:val="00A57BD4"/>
    <w:rsid w:val="00A60195"/>
    <w:rsid w:val="00A64022"/>
    <w:rsid w:val="00A64EC4"/>
    <w:rsid w:val="00A9365C"/>
    <w:rsid w:val="00A95437"/>
    <w:rsid w:val="00A95736"/>
    <w:rsid w:val="00A976A5"/>
    <w:rsid w:val="00AA2829"/>
    <w:rsid w:val="00AA2A43"/>
    <w:rsid w:val="00AA5C55"/>
    <w:rsid w:val="00AB50D8"/>
    <w:rsid w:val="00AB79D2"/>
    <w:rsid w:val="00AC09BA"/>
    <w:rsid w:val="00AC11E8"/>
    <w:rsid w:val="00AC20BD"/>
    <w:rsid w:val="00AC3A16"/>
    <w:rsid w:val="00AD0AD8"/>
    <w:rsid w:val="00AE148B"/>
    <w:rsid w:val="00AE6481"/>
    <w:rsid w:val="00AF391A"/>
    <w:rsid w:val="00B01F4B"/>
    <w:rsid w:val="00B0255A"/>
    <w:rsid w:val="00B02577"/>
    <w:rsid w:val="00B15BE6"/>
    <w:rsid w:val="00B21A2F"/>
    <w:rsid w:val="00B252E8"/>
    <w:rsid w:val="00B30E7A"/>
    <w:rsid w:val="00B31CB2"/>
    <w:rsid w:val="00B402B7"/>
    <w:rsid w:val="00B4058E"/>
    <w:rsid w:val="00B41963"/>
    <w:rsid w:val="00B50461"/>
    <w:rsid w:val="00B64457"/>
    <w:rsid w:val="00B71314"/>
    <w:rsid w:val="00B92736"/>
    <w:rsid w:val="00B92C56"/>
    <w:rsid w:val="00B92CFE"/>
    <w:rsid w:val="00BA6826"/>
    <w:rsid w:val="00BB19B5"/>
    <w:rsid w:val="00BB25D3"/>
    <w:rsid w:val="00BB4455"/>
    <w:rsid w:val="00BC24E7"/>
    <w:rsid w:val="00BC2C87"/>
    <w:rsid w:val="00BC3A1B"/>
    <w:rsid w:val="00BC6358"/>
    <w:rsid w:val="00BD71D0"/>
    <w:rsid w:val="00BE2B00"/>
    <w:rsid w:val="00BE3B69"/>
    <w:rsid w:val="00BE4F43"/>
    <w:rsid w:val="00BE5DE2"/>
    <w:rsid w:val="00BE666D"/>
    <w:rsid w:val="00BF1DD5"/>
    <w:rsid w:val="00BF37F1"/>
    <w:rsid w:val="00C01690"/>
    <w:rsid w:val="00C02480"/>
    <w:rsid w:val="00C03880"/>
    <w:rsid w:val="00C03ADA"/>
    <w:rsid w:val="00C23A3B"/>
    <w:rsid w:val="00C24DBF"/>
    <w:rsid w:val="00C31391"/>
    <w:rsid w:val="00C33DB6"/>
    <w:rsid w:val="00C43F83"/>
    <w:rsid w:val="00C47F1D"/>
    <w:rsid w:val="00C558FE"/>
    <w:rsid w:val="00C57ACD"/>
    <w:rsid w:val="00C638D1"/>
    <w:rsid w:val="00C63EAF"/>
    <w:rsid w:val="00C6519E"/>
    <w:rsid w:val="00C71809"/>
    <w:rsid w:val="00C7597C"/>
    <w:rsid w:val="00C817C9"/>
    <w:rsid w:val="00C823A2"/>
    <w:rsid w:val="00C84B2B"/>
    <w:rsid w:val="00C91DB9"/>
    <w:rsid w:val="00C92C21"/>
    <w:rsid w:val="00C92C47"/>
    <w:rsid w:val="00C958B3"/>
    <w:rsid w:val="00C9622C"/>
    <w:rsid w:val="00CA3169"/>
    <w:rsid w:val="00CA4757"/>
    <w:rsid w:val="00CA4C8E"/>
    <w:rsid w:val="00CB791D"/>
    <w:rsid w:val="00CC0ADD"/>
    <w:rsid w:val="00CD3455"/>
    <w:rsid w:val="00CE188F"/>
    <w:rsid w:val="00CE7843"/>
    <w:rsid w:val="00CE7BB7"/>
    <w:rsid w:val="00CF01C7"/>
    <w:rsid w:val="00CF04B5"/>
    <w:rsid w:val="00CF403B"/>
    <w:rsid w:val="00CF7FC5"/>
    <w:rsid w:val="00D04F94"/>
    <w:rsid w:val="00D065CA"/>
    <w:rsid w:val="00D06CD0"/>
    <w:rsid w:val="00D21DEA"/>
    <w:rsid w:val="00D250E6"/>
    <w:rsid w:val="00D30967"/>
    <w:rsid w:val="00D334D2"/>
    <w:rsid w:val="00D417FE"/>
    <w:rsid w:val="00D43CB0"/>
    <w:rsid w:val="00D45056"/>
    <w:rsid w:val="00D47414"/>
    <w:rsid w:val="00D47CD7"/>
    <w:rsid w:val="00D5512F"/>
    <w:rsid w:val="00D55832"/>
    <w:rsid w:val="00D62FA8"/>
    <w:rsid w:val="00D6369D"/>
    <w:rsid w:val="00D647FC"/>
    <w:rsid w:val="00D6558D"/>
    <w:rsid w:val="00D6784A"/>
    <w:rsid w:val="00D70AF0"/>
    <w:rsid w:val="00D70EE2"/>
    <w:rsid w:val="00D7568F"/>
    <w:rsid w:val="00D835A5"/>
    <w:rsid w:val="00D91568"/>
    <w:rsid w:val="00D91CF0"/>
    <w:rsid w:val="00D979CB"/>
    <w:rsid w:val="00DA46D8"/>
    <w:rsid w:val="00DA5FEA"/>
    <w:rsid w:val="00DA66FE"/>
    <w:rsid w:val="00DB53E7"/>
    <w:rsid w:val="00DC60A0"/>
    <w:rsid w:val="00DE5491"/>
    <w:rsid w:val="00DE5CFA"/>
    <w:rsid w:val="00DF19F6"/>
    <w:rsid w:val="00DF41BF"/>
    <w:rsid w:val="00E01807"/>
    <w:rsid w:val="00E04006"/>
    <w:rsid w:val="00E0465E"/>
    <w:rsid w:val="00E07F73"/>
    <w:rsid w:val="00E16158"/>
    <w:rsid w:val="00E32B47"/>
    <w:rsid w:val="00E35E7B"/>
    <w:rsid w:val="00E37C4D"/>
    <w:rsid w:val="00E465BC"/>
    <w:rsid w:val="00E56D0B"/>
    <w:rsid w:val="00E63380"/>
    <w:rsid w:val="00E70795"/>
    <w:rsid w:val="00E74974"/>
    <w:rsid w:val="00E760DB"/>
    <w:rsid w:val="00E953BF"/>
    <w:rsid w:val="00E95EFF"/>
    <w:rsid w:val="00EA7591"/>
    <w:rsid w:val="00EB1000"/>
    <w:rsid w:val="00EB4CE9"/>
    <w:rsid w:val="00EC3044"/>
    <w:rsid w:val="00EC443A"/>
    <w:rsid w:val="00ED70D3"/>
    <w:rsid w:val="00EE1172"/>
    <w:rsid w:val="00EE1C16"/>
    <w:rsid w:val="00EE33D2"/>
    <w:rsid w:val="00EE6718"/>
    <w:rsid w:val="00EF0AAE"/>
    <w:rsid w:val="00F203D9"/>
    <w:rsid w:val="00F20421"/>
    <w:rsid w:val="00F20CD6"/>
    <w:rsid w:val="00F22695"/>
    <w:rsid w:val="00F25765"/>
    <w:rsid w:val="00F36C99"/>
    <w:rsid w:val="00F415EE"/>
    <w:rsid w:val="00F463E2"/>
    <w:rsid w:val="00F479A4"/>
    <w:rsid w:val="00F55F20"/>
    <w:rsid w:val="00F60E52"/>
    <w:rsid w:val="00F6101F"/>
    <w:rsid w:val="00F61E29"/>
    <w:rsid w:val="00F62C6C"/>
    <w:rsid w:val="00F7188A"/>
    <w:rsid w:val="00F74ECB"/>
    <w:rsid w:val="00F757D3"/>
    <w:rsid w:val="00F81B4F"/>
    <w:rsid w:val="00F86B3B"/>
    <w:rsid w:val="00F94B69"/>
    <w:rsid w:val="00F94E58"/>
    <w:rsid w:val="00F96246"/>
    <w:rsid w:val="00FA3772"/>
    <w:rsid w:val="00FA660D"/>
    <w:rsid w:val="00FA7601"/>
    <w:rsid w:val="00FB0DA8"/>
    <w:rsid w:val="00FB146B"/>
    <w:rsid w:val="00FB4CB7"/>
    <w:rsid w:val="00FB613D"/>
    <w:rsid w:val="00FB65D5"/>
    <w:rsid w:val="00FC4645"/>
    <w:rsid w:val="00FC5C9B"/>
    <w:rsid w:val="00FC747F"/>
    <w:rsid w:val="00FD032D"/>
    <w:rsid w:val="00FD070E"/>
    <w:rsid w:val="00FD0757"/>
    <w:rsid w:val="00FD1C0E"/>
    <w:rsid w:val="00FD60A6"/>
    <w:rsid w:val="00FD60E6"/>
    <w:rsid w:val="00FD6101"/>
    <w:rsid w:val="00FD796A"/>
    <w:rsid w:val="00FE401C"/>
    <w:rsid w:val="00FE4688"/>
    <w:rsid w:val="00FF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76AC39"/>
  <w14:defaultImageDpi w14:val="300"/>
  <w15:docId w15:val="{CF68E100-AAE0-D54B-B566-9B7F45A0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rd">
    <w:name w:val="Normal"/>
    <w:qFormat/>
    <w:rsid w:val="00B02764"/>
    <w:rPr>
      <w:sz w:val="24"/>
      <w:szCs w:val="24"/>
      <w:lang w:bidi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34090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B02764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B02764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  <w:uiPriority w:val="99"/>
    <w:rsid w:val="00B02764"/>
  </w:style>
  <w:style w:type="paragraph" w:styleId="StandardWeb">
    <w:name w:val="Normal (Web)"/>
    <w:basedOn w:val="Standard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413E95"/>
    <w:rPr>
      <w:rFonts w:ascii="Arial" w:eastAsia="MS Gothic" w:hAnsi="Arial" w:cs="Times New Roman"/>
      <w:b/>
      <w:bCs/>
      <w:color w:val="000000"/>
      <w:sz w:val="44"/>
      <w:szCs w:val="32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61E29"/>
  </w:style>
  <w:style w:type="character" w:customStyle="1" w:styleId="DokumentstrukturZchn">
    <w:name w:val="Dokumentstruktur Zchn"/>
    <w:link w:val="Dokumentstruktur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Standard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Absatz-Standardschriftart"/>
    <w:rsid w:val="00041628"/>
  </w:style>
  <w:style w:type="character" w:customStyle="1" w:styleId="NichtaufgelsteErwhnung1">
    <w:name w:val="Nicht aufgelöste Erwähnung1"/>
    <w:uiPriority w:val="99"/>
    <w:rsid w:val="00AF391A"/>
    <w:rPr>
      <w:color w:val="808080"/>
      <w:shd w:val="clear" w:color="auto" w:fill="E6E6E6"/>
    </w:rPr>
  </w:style>
  <w:style w:type="paragraph" w:styleId="Textkrper">
    <w:name w:val="Body Text"/>
    <w:basedOn w:val="Standard"/>
    <w:link w:val="TextkrperZchn"/>
    <w:rsid w:val="00B01F4B"/>
    <w:pPr>
      <w:widowControl w:val="0"/>
      <w:tabs>
        <w:tab w:val="left" w:pos="0"/>
      </w:tabs>
    </w:pPr>
    <w:rPr>
      <w:rFonts w:ascii="Swis721 BT" w:hAnsi="Swis721 BT"/>
      <w:b/>
      <w:snapToGrid w:val="0"/>
      <w:sz w:val="28"/>
      <w:szCs w:val="20"/>
      <w:lang w:val="x-none" w:bidi="ar-SA"/>
    </w:rPr>
  </w:style>
  <w:style w:type="character" w:customStyle="1" w:styleId="TextkrperZchn">
    <w:name w:val="Textkörper Zchn"/>
    <w:link w:val="Textkrper"/>
    <w:rsid w:val="00B01F4B"/>
    <w:rPr>
      <w:rFonts w:ascii="Swis721 BT" w:hAnsi="Swis721 BT"/>
      <w:b/>
      <w:snapToGrid w:val="0"/>
      <w:sz w:val="28"/>
      <w:lang w:val="x-none" w:bidi="ar-SA"/>
    </w:rPr>
  </w:style>
  <w:style w:type="character" w:customStyle="1" w:styleId="FuzeileZchn">
    <w:name w:val="Fußzeile Zchn"/>
    <w:link w:val="Fuzeile"/>
    <w:uiPriority w:val="99"/>
    <w:rsid w:val="00B01F4B"/>
    <w:rPr>
      <w:sz w:val="24"/>
      <w:szCs w:val="24"/>
    </w:rPr>
  </w:style>
  <w:style w:type="character" w:styleId="Kommentarzeichen">
    <w:name w:val="annotation reference"/>
    <w:uiPriority w:val="99"/>
    <w:semiHidden/>
    <w:unhideWhenUsed/>
    <w:rsid w:val="008870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870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870E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70E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870EE"/>
    <w:rPr>
      <w:b/>
      <w:bCs/>
    </w:rPr>
  </w:style>
  <w:style w:type="character" w:styleId="NichtaufgelsteErwhnung">
    <w:name w:val="Unresolved Mention"/>
    <w:uiPriority w:val="99"/>
    <w:rsid w:val="00AC20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yperlink" Target="http://global.topcon.com/" TargetMode="External"/><Relationship Id="rId21" Type="http://schemas.openxmlformats.org/officeDocument/2006/relationships/image" Target="media/image14.jpeg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yperlink" Target="https://www.facebook.com/TopconToday/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hyperlink" Target="https://twitter.com/topcon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s://twitter.com/topcon_today" TargetMode="External"/><Relationship Id="rId32" Type="http://schemas.openxmlformats.org/officeDocument/2006/relationships/header" Target="header1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yperlink" Target="https://www.linkedin.com/company/topcon-positioning-group/" TargetMode="External"/><Relationship Id="rId28" Type="http://schemas.openxmlformats.org/officeDocument/2006/relationships/hyperlink" Target="https://www.linkedin.com/company/topcon-deutschland-positioning-gmbh" TargetMode="External"/><Relationship Id="rId36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hyperlink" Target="https://www.instagram.com/topcon_d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yperlink" Target="https://www.topconpositioning.com/" TargetMode="External"/><Relationship Id="rId27" Type="http://schemas.openxmlformats.org/officeDocument/2006/relationships/hyperlink" Target="http://topconpositioning.com/de" TargetMode="External"/><Relationship Id="rId30" Type="http://schemas.openxmlformats.org/officeDocument/2006/relationships/hyperlink" Target="https://www.facebook.com/TopconDE/?ref=hl" TargetMode="External"/><Relationship Id="rId35" Type="http://schemas.openxmlformats.org/officeDocument/2006/relationships/header" Target="header2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ynot.de" TargetMode="External"/><Relationship Id="rId3" Type="http://schemas.openxmlformats.org/officeDocument/2006/relationships/hyperlink" Target="http://www.topconpositioning.de" TargetMode="External"/><Relationship Id="rId7" Type="http://schemas.openxmlformats.org/officeDocument/2006/relationships/hyperlink" Target="mailto:sstern@wyynot.de" TargetMode="External"/><Relationship Id="rId2" Type="http://schemas.openxmlformats.org/officeDocument/2006/relationships/hyperlink" Target="mailto:tdp-info@topcon.com" TargetMode="External"/><Relationship Id="rId1" Type="http://schemas.openxmlformats.org/officeDocument/2006/relationships/hyperlink" Target="mailto:jkirchner@topcon.com" TargetMode="External"/><Relationship Id="rId6" Type="http://schemas.openxmlformats.org/officeDocument/2006/relationships/hyperlink" Target="http://www.topconpositioning.de" TargetMode="External"/><Relationship Id="rId5" Type="http://schemas.openxmlformats.org/officeDocument/2006/relationships/hyperlink" Target="mailto:tdp-info@topcon.com" TargetMode="External"/><Relationship Id="rId10" Type="http://schemas.openxmlformats.org/officeDocument/2006/relationships/hyperlink" Target="http://www.wyynot.de" TargetMode="External"/><Relationship Id="rId4" Type="http://schemas.openxmlformats.org/officeDocument/2006/relationships/hyperlink" Target="mailto:jkirchner@topcon.com" TargetMode="External"/><Relationship Id="rId9" Type="http://schemas.openxmlformats.org/officeDocument/2006/relationships/hyperlink" Target="mailto:sstern@wyynot.de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jkirchner@topcon.com" TargetMode="External"/><Relationship Id="rId2" Type="http://schemas.openxmlformats.org/officeDocument/2006/relationships/hyperlink" Target="http://www.topconpositioning.com" TargetMode="External"/><Relationship Id="rId1" Type="http://schemas.openxmlformats.org/officeDocument/2006/relationships/hyperlink" Target="mailto:jkirchner@topcon.com" TargetMode="External"/><Relationship Id="rId4" Type="http://schemas.openxmlformats.org/officeDocument/2006/relationships/hyperlink" Target="http://www.topconposition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ren/wyynot%20Dropbox/Jobs/Topcon/Pressearbeit/04_Presseinfos/_TDP-Vorlage_loka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6B72A7-B61E-BA4B-B34F-4C1324C47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_TDP-Vorlage_lokal.dotx</Template>
  <TotalTime>0</TotalTime>
  <Pages>3</Pages>
  <Words>865</Words>
  <Characters>5453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6306</CharactersWithSpaces>
  <SharedDoc>false</SharedDoc>
  <HyperlinkBase/>
  <HLinks>
    <vt:vector size="102" baseType="variant">
      <vt:variant>
        <vt:i4>1245307</vt:i4>
      </vt:variant>
      <vt:variant>
        <vt:i4>27</vt:i4>
      </vt:variant>
      <vt:variant>
        <vt:i4>0</vt:i4>
      </vt:variant>
      <vt:variant>
        <vt:i4>5</vt:i4>
      </vt:variant>
      <vt:variant>
        <vt:lpwstr>https://www.instagram.com/topcon_de/</vt:lpwstr>
      </vt:variant>
      <vt:variant>
        <vt:lpwstr/>
      </vt:variant>
      <vt:variant>
        <vt:i4>1704006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https://www.facebook.com/TopconDE/?ref=hl</vt:lpwstr>
      </vt:variant>
      <vt:variant>
        <vt:lpwstr/>
      </vt:variant>
      <vt:variant>
        <vt:i4>1966170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https://twitter.com/topconde</vt:lpwstr>
      </vt:variant>
      <vt:variant>
        <vt:lpwstr/>
      </vt:variant>
      <vt:variant>
        <vt:i4>262144</vt:i4>
      </vt:variant>
      <vt:variant>
        <vt:i4>18</vt:i4>
      </vt:variant>
      <vt:variant>
        <vt:i4>0</vt:i4>
      </vt:variant>
      <vt:variant>
        <vt:i4>5</vt:i4>
      </vt:variant>
      <vt:variant>
        <vt:lpwstr>https://www.linkedin.com/company/topcon-deutschland-positioning-gmbh</vt:lpwstr>
      </vt:variant>
      <vt:variant>
        <vt:lpwstr/>
      </vt:variant>
      <vt:variant>
        <vt:i4>2752634</vt:i4>
      </vt:variant>
      <vt:variant>
        <vt:i4>15</vt:i4>
      </vt:variant>
      <vt:variant>
        <vt:i4>0</vt:i4>
      </vt:variant>
      <vt:variant>
        <vt:i4>5</vt:i4>
      </vt:variant>
      <vt:variant>
        <vt:lpwstr>https://www.topconpositioning.com/de-de</vt:lpwstr>
      </vt:variant>
      <vt:variant>
        <vt:lpwstr/>
      </vt:variant>
      <vt:variant>
        <vt:i4>65</vt:i4>
      </vt:variant>
      <vt:variant>
        <vt:i4>12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4456522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6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7602290</vt:i4>
      </vt:variant>
      <vt:variant>
        <vt:i4>3</vt:i4>
      </vt:variant>
      <vt:variant>
        <vt:i4>0</vt:i4>
      </vt:variant>
      <vt:variant>
        <vt:i4>5</vt:i4>
      </vt:variant>
      <vt:variant>
        <vt:lpwstr>https://www.linkedin.com/company/topcon-positioning-group/</vt:lpwstr>
      </vt:variant>
      <vt:variant>
        <vt:lpwstr/>
      </vt:variant>
      <vt:variant>
        <vt:i4>2818099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</vt:lpwstr>
      </vt:variant>
      <vt:variant>
        <vt:lpwstr/>
      </vt:variant>
      <vt:variant>
        <vt:i4>5767196</vt:i4>
      </vt:variant>
      <vt:variant>
        <vt:i4>18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  <vt:variant>
        <vt:i4>3407903</vt:i4>
      </vt:variant>
      <vt:variant>
        <vt:i4>15</vt:i4>
      </vt:variant>
      <vt:variant>
        <vt:i4>0</vt:i4>
      </vt:variant>
      <vt:variant>
        <vt:i4>5</vt:i4>
      </vt:variant>
      <vt:variant>
        <vt:lpwstr>mailto:jkirchner@topcon.com</vt:lpwstr>
      </vt:variant>
      <vt:variant>
        <vt:lpwstr/>
      </vt:variant>
      <vt:variant>
        <vt:i4>1900566</vt:i4>
      </vt:variant>
      <vt:variant>
        <vt:i4>12</vt:i4>
      </vt:variant>
      <vt:variant>
        <vt:i4>0</vt:i4>
      </vt:variant>
      <vt:variant>
        <vt:i4>5</vt:i4>
      </vt:variant>
      <vt:variant>
        <vt:lpwstr>http://www.topconpositioning.de/</vt:lpwstr>
      </vt:variant>
      <vt:variant>
        <vt:lpwstr/>
      </vt:variant>
      <vt:variant>
        <vt:i4>4522024</vt:i4>
      </vt:variant>
      <vt:variant>
        <vt:i4>9</vt:i4>
      </vt:variant>
      <vt:variant>
        <vt:i4>0</vt:i4>
      </vt:variant>
      <vt:variant>
        <vt:i4>5</vt:i4>
      </vt:variant>
      <vt:variant>
        <vt:lpwstr>mailto:tdp-info@topcon.com</vt:lpwstr>
      </vt:variant>
      <vt:variant>
        <vt:lpwstr/>
      </vt:variant>
      <vt:variant>
        <vt:i4>3407903</vt:i4>
      </vt:variant>
      <vt:variant>
        <vt:i4>6</vt:i4>
      </vt:variant>
      <vt:variant>
        <vt:i4>0</vt:i4>
      </vt:variant>
      <vt:variant>
        <vt:i4>5</vt:i4>
      </vt:variant>
      <vt:variant>
        <vt:lpwstr>mailto:jkirchner@topcon.com</vt:lpwstr>
      </vt:variant>
      <vt:variant>
        <vt:lpwstr/>
      </vt:variant>
      <vt:variant>
        <vt:i4>65623</vt:i4>
      </vt:variant>
      <vt:variant>
        <vt:i4>3</vt:i4>
      </vt:variant>
      <vt:variant>
        <vt:i4>0</vt:i4>
      </vt:variant>
      <vt:variant>
        <vt:i4>5</vt:i4>
      </vt:variant>
      <vt:variant>
        <vt:lpwstr>http://www.wyynot.de/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mailto:winkle@wyynot.de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Office User</dc:creator>
  <cp:keywords/>
  <dc:description/>
  <cp:lastModifiedBy>Susanne Stern</cp:lastModifiedBy>
  <cp:revision>4</cp:revision>
  <cp:lastPrinted>2018-03-13T09:10:00Z</cp:lastPrinted>
  <dcterms:created xsi:type="dcterms:W3CDTF">2022-10-30T12:51:00Z</dcterms:created>
  <dcterms:modified xsi:type="dcterms:W3CDTF">2022-11-16T13:41:00Z</dcterms:modified>
  <cp:category/>
</cp:coreProperties>
</file>